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71BB54" w14:textId="77777777" w:rsidR="00FA5D8E" w:rsidRPr="00B169DF" w:rsidRDefault="00FA5D8E" w:rsidP="00FA5D8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Pr="00B169DF">
        <w:rPr>
          <w:rFonts w:ascii="Corbel" w:hAnsi="Corbel"/>
          <w:bCs/>
          <w:i/>
        </w:rPr>
        <w:t>Załącznik nr 1.5 do Zarządzenia Rektora UR  nr 7/2023</w:t>
      </w:r>
    </w:p>
    <w:p w14:paraId="4B07FC45" w14:textId="77777777" w:rsidR="0085747A" w:rsidRPr="00FA5D8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5D8E">
        <w:rPr>
          <w:rFonts w:ascii="Corbel" w:hAnsi="Corbel"/>
          <w:b/>
          <w:smallCaps/>
          <w:sz w:val="24"/>
          <w:szCs w:val="24"/>
        </w:rPr>
        <w:t>SYLABUS</w:t>
      </w:r>
    </w:p>
    <w:p w14:paraId="0C65BBEF" w14:textId="45201D4A" w:rsidR="0085747A" w:rsidRPr="00FA5D8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5D8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A5D8E">
        <w:rPr>
          <w:rFonts w:ascii="Corbel" w:hAnsi="Corbel"/>
          <w:b/>
          <w:smallCaps/>
          <w:sz w:val="24"/>
          <w:szCs w:val="24"/>
        </w:rPr>
        <w:t xml:space="preserve"> </w:t>
      </w:r>
      <w:r w:rsidR="00875C93" w:rsidRPr="00FA5D8E">
        <w:rPr>
          <w:rFonts w:ascii="Corbel" w:hAnsi="Corbel"/>
          <w:b/>
          <w:smallCaps/>
          <w:sz w:val="24"/>
          <w:szCs w:val="24"/>
        </w:rPr>
        <w:t>202</w:t>
      </w:r>
      <w:r w:rsidR="00A62B02" w:rsidRPr="00FA5D8E">
        <w:rPr>
          <w:rFonts w:ascii="Corbel" w:hAnsi="Corbel"/>
          <w:b/>
          <w:smallCaps/>
          <w:sz w:val="24"/>
          <w:szCs w:val="24"/>
        </w:rPr>
        <w:t>4</w:t>
      </w:r>
      <w:r w:rsidR="00676A10" w:rsidRPr="00FA5D8E">
        <w:rPr>
          <w:rFonts w:ascii="Corbel" w:hAnsi="Corbel"/>
          <w:b/>
          <w:smallCaps/>
          <w:sz w:val="24"/>
          <w:szCs w:val="24"/>
        </w:rPr>
        <w:t>-</w:t>
      </w:r>
      <w:r w:rsidR="008F70AB" w:rsidRPr="00FA5D8E">
        <w:rPr>
          <w:rFonts w:ascii="Corbel" w:hAnsi="Corbel"/>
          <w:b/>
          <w:smallCaps/>
          <w:sz w:val="24"/>
          <w:szCs w:val="24"/>
        </w:rPr>
        <w:t>20</w:t>
      </w:r>
      <w:r w:rsidR="001F7DC8" w:rsidRPr="00FA5D8E">
        <w:rPr>
          <w:rFonts w:ascii="Corbel" w:hAnsi="Corbel"/>
          <w:b/>
          <w:smallCaps/>
          <w:sz w:val="24"/>
          <w:szCs w:val="24"/>
        </w:rPr>
        <w:t>2</w:t>
      </w:r>
      <w:r w:rsidR="00A62B02" w:rsidRPr="00FA5D8E">
        <w:rPr>
          <w:rFonts w:ascii="Corbel" w:hAnsi="Corbel"/>
          <w:b/>
          <w:smallCaps/>
          <w:sz w:val="24"/>
          <w:szCs w:val="24"/>
        </w:rPr>
        <w:t>9</w:t>
      </w:r>
    </w:p>
    <w:p w14:paraId="6D1FFD77" w14:textId="35DC160A" w:rsidR="00FA5D8E" w:rsidRPr="00B169DF" w:rsidRDefault="00FA5D8E" w:rsidP="00FA5D8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</w:p>
    <w:p w14:paraId="0DB1C674" w14:textId="507C9C48" w:rsidR="0085747A" w:rsidRPr="00FA5D8E" w:rsidRDefault="00445970" w:rsidP="00490BD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A5D8E">
        <w:rPr>
          <w:rFonts w:ascii="Corbel" w:hAnsi="Corbel"/>
          <w:sz w:val="20"/>
          <w:szCs w:val="20"/>
        </w:rPr>
        <w:t xml:space="preserve">Rok akademicki </w:t>
      </w:r>
      <w:r w:rsidR="008927D9" w:rsidRPr="00FA5D8E">
        <w:rPr>
          <w:rFonts w:ascii="Corbel" w:hAnsi="Corbel"/>
          <w:sz w:val="20"/>
          <w:szCs w:val="20"/>
        </w:rPr>
        <w:t>20</w:t>
      </w:r>
      <w:r w:rsidR="00F634F4" w:rsidRPr="00FA5D8E">
        <w:rPr>
          <w:rFonts w:ascii="Corbel" w:hAnsi="Corbel"/>
          <w:sz w:val="20"/>
          <w:szCs w:val="20"/>
        </w:rPr>
        <w:t>2</w:t>
      </w:r>
      <w:r w:rsidR="00490BD8" w:rsidRPr="00FA5D8E">
        <w:rPr>
          <w:rFonts w:ascii="Corbel" w:hAnsi="Corbel"/>
          <w:sz w:val="20"/>
          <w:szCs w:val="20"/>
        </w:rPr>
        <w:t>7</w:t>
      </w:r>
      <w:r w:rsidR="008927D9" w:rsidRPr="00FA5D8E">
        <w:rPr>
          <w:rFonts w:ascii="Corbel" w:hAnsi="Corbel"/>
          <w:sz w:val="20"/>
          <w:szCs w:val="20"/>
        </w:rPr>
        <w:t>/202</w:t>
      </w:r>
      <w:r w:rsidR="00490BD8" w:rsidRPr="00FA5D8E">
        <w:rPr>
          <w:rFonts w:ascii="Corbel" w:hAnsi="Corbel"/>
          <w:sz w:val="20"/>
          <w:szCs w:val="20"/>
        </w:rPr>
        <w:t>8</w:t>
      </w:r>
    </w:p>
    <w:p w14:paraId="7817197E" w14:textId="77777777" w:rsidR="008927D9" w:rsidRPr="00FA5D8E" w:rsidRDefault="008927D9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939F04F" w14:textId="77777777" w:rsidR="0085747A" w:rsidRPr="00FA5D8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5D8E">
        <w:rPr>
          <w:rFonts w:ascii="Corbel" w:hAnsi="Corbel"/>
          <w:szCs w:val="24"/>
        </w:rPr>
        <w:t xml:space="preserve">1. </w:t>
      </w:r>
      <w:r w:rsidR="0085747A" w:rsidRPr="00FA5D8E">
        <w:rPr>
          <w:rFonts w:ascii="Corbel" w:hAnsi="Corbel"/>
          <w:szCs w:val="24"/>
        </w:rPr>
        <w:t xml:space="preserve">Podstawowe </w:t>
      </w:r>
      <w:r w:rsidR="00445970" w:rsidRPr="00FA5D8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B6BAE" w:rsidRPr="00FA5D8E" w14:paraId="6C555037" w14:textId="77777777" w:rsidTr="00B819C8">
        <w:tc>
          <w:tcPr>
            <w:tcW w:w="2694" w:type="dxa"/>
            <w:vAlign w:val="center"/>
          </w:tcPr>
          <w:p w14:paraId="2EC4D227" w14:textId="77777777" w:rsidR="0085747A" w:rsidRPr="00FA5D8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15AC79F1" w:rsidR="0085747A" w:rsidRPr="00FA5D8E" w:rsidRDefault="00D53A7F" w:rsidP="001953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A5D8E">
              <w:rPr>
                <w:rFonts w:ascii="Corbel" w:hAnsi="Corbel"/>
                <w:b/>
                <w:bCs/>
                <w:sz w:val="24"/>
                <w:szCs w:val="24"/>
              </w:rPr>
              <w:t>Diagnozowanie i pomoc psychologiczna dla dzieci</w:t>
            </w:r>
            <w:r w:rsidR="009B6BAE" w:rsidRPr="00FA5D8E">
              <w:rPr>
                <w:rFonts w:ascii="Corbel" w:hAnsi="Corbel"/>
                <w:b/>
                <w:bCs/>
                <w:sz w:val="24"/>
                <w:szCs w:val="24"/>
              </w:rPr>
              <w:t xml:space="preserve"> z FAS</w:t>
            </w:r>
            <w:r w:rsidR="0031179C" w:rsidRPr="00FA5D8E">
              <w:rPr>
                <w:rFonts w:ascii="Corbel" w:hAnsi="Corbel"/>
                <w:b/>
                <w:bCs/>
                <w:sz w:val="24"/>
                <w:szCs w:val="24"/>
              </w:rPr>
              <w:t>D</w:t>
            </w:r>
          </w:p>
        </w:tc>
      </w:tr>
      <w:tr w:rsidR="009B6BAE" w:rsidRPr="00FA5D8E" w14:paraId="199EFEBA" w14:textId="77777777" w:rsidTr="00B819C8">
        <w:tc>
          <w:tcPr>
            <w:tcW w:w="2694" w:type="dxa"/>
            <w:vAlign w:val="center"/>
          </w:tcPr>
          <w:p w14:paraId="1FF3475E" w14:textId="77777777" w:rsidR="0085747A" w:rsidRPr="00FA5D8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5D8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FA5D8E" w:rsidRDefault="0085747A" w:rsidP="001953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  <w:tr w:rsidR="009B6BAE" w:rsidRPr="00FA5D8E" w14:paraId="759E1207" w14:textId="77777777" w:rsidTr="00B819C8">
        <w:tc>
          <w:tcPr>
            <w:tcW w:w="2694" w:type="dxa"/>
            <w:vAlign w:val="center"/>
          </w:tcPr>
          <w:p w14:paraId="039EF812" w14:textId="219416D2" w:rsidR="0085747A" w:rsidRPr="00FA5D8E" w:rsidRDefault="00A911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N</w:t>
            </w:r>
            <w:r w:rsidR="0085747A" w:rsidRPr="00FA5D8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5D8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3545700C" w:rsidR="0085747A" w:rsidRPr="00FA5D8E" w:rsidRDefault="003E4D52" w:rsidP="001953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9B6BAE" w:rsidRPr="00FA5D8E" w14:paraId="065DA820" w14:textId="77777777" w:rsidTr="00B819C8">
        <w:tc>
          <w:tcPr>
            <w:tcW w:w="2694" w:type="dxa"/>
            <w:vAlign w:val="center"/>
          </w:tcPr>
          <w:p w14:paraId="4C268CC8" w14:textId="77777777" w:rsidR="0085747A" w:rsidRPr="00FA5D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462EF6E7" w:rsidR="0085747A" w:rsidRPr="00FA5D8E" w:rsidRDefault="0081541E" w:rsidP="001953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Instytut P</w:t>
            </w:r>
            <w:r w:rsidR="00C25095" w:rsidRPr="00FA5D8E">
              <w:rPr>
                <w:rFonts w:ascii="Corbel" w:hAnsi="Corbel"/>
                <w:sz w:val="24"/>
                <w:szCs w:val="24"/>
              </w:rPr>
              <w:t>sychologii</w:t>
            </w:r>
          </w:p>
        </w:tc>
      </w:tr>
      <w:tr w:rsidR="009B6BAE" w:rsidRPr="00FA5D8E" w14:paraId="754987CA" w14:textId="77777777" w:rsidTr="00B819C8">
        <w:tc>
          <w:tcPr>
            <w:tcW w:w="2694" w:type="dxa"/>
            <w:vAlign w:val="center"/>
          </w:tcPr>
          <w:p w14:paraId="52078E4B" w14:textId="77777777" w:rsidR="0085747A" w:rsidRPr="00FA5D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7E1CBEBA" w:rsidR="0085747A" w:rsidRPr="00FA5D8E" w:rsidRDefault="006A02D5" w:rsidP="001953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P</w:t>
            </w:r>
            <w:r w:rsidR="007849AE" w:rsidRPr="00FA5D8E">
              <w:rPr>
                <w:rFonts w:ascii="Corbel" w:hAnsi="Corbel"/>
                <w:sz w:val="24"/>
                <w:szCs w:val="24"/>
              </w:rPr>
              <w:t>sychologia</w:t>
            </w:r>
            <w:r w:rsidR="00D53A7F" w:rsidRPr="00FA5D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B6BAE" w:rsidRPr="00FA5D8E" w14:paraId="69903717" w14:textId="77777777" w:rsidTr="00B819C8">
        <w:tc>
          <w:tcPr>
            <w:tcW w:w="2694" w:type="dxa"/>
            <w:vAlign w:val="center"/>
          </w:tcPr>
          <w:p w14:paraId="20EB4293" w14:textId="77777777" w:rsidR="0085747A" w:rsidRPr="00FA5D8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06FCCCD9" w:rsidR="0085747A" w:rsidRPr="00FA5D8E" w:rsidRDefault="00F72A4B" w:rsidP="001953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j</w:t>
            </w:r>
            <w:r w:rsidR="008F03B0" w:rsidRPr="00FA5D8E">
              <w:rPr>
                <w:rFonts w:ascii="Corbel" w:hAnsi="Corbel"/>
                <w:sz w:val="24"/>
                <w:szCs w:val="24"/>
              </w:rPr>
              <w:t>ednolite magisterskie</w:t>
            </w:r>
          </w:p>
        </w:tc>
      </w:tr>
      <w:tr w:rsidR="009B6BAE" w:rsidRPr="00FA5D8E" w14:paraId="7C31AC25" w14:textId="77777777" w:rsidTr="00B819C8">
        <w:tc>
          <w:tcPr>
            <w:tcW w:w="2694" w:type="dxa"/>
            <w:vAlign w:val="center"/>
          </w:tcPr>
          <w:p w14:paraId="5C9E68C3" w14:textId="77777777" w:rsidR="0085747A" w:rsidRPr="00FA5D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0213E1B7" w:rsidR="0085747A" w:rsidRPr="00FA5D8E" w:rsidRDefault="00F72A4B" w:rsidP="001953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p</w:t>
            </w:r>
            <w:r w:rsidR="008F03B0" w:rsidRPr="00FA5D8E">
              <w:rPr>
                <w:rFonts w:ascii="Corbel" w:hAnsi="Corbel"/>
                <w:sz w:val="24"/>
                <w:szCs w:val="24"/>
              </w:rPr>
              <w:t>raktyczny</w:t>
            </w:r>
          </w:p>
        </w:tc>
      </w:tr>
      <w:tr w:rsidR="009B6BAE" w:rsidRPr="00FA5D8E" w14:paraId="211DAC62" w14:textId="77777777" w:rsidTr="00B819C8">
        <w:tc>
          <w:tcPr>
            <w:tcW w:w="2694" w:type="dxa"/>
            <w:vAlign w:val="center"/>
          </w:tcPr>
          <w:p w14:paraId="18A60A6B" w14:textId="77777777" w:rsidR="0085747A" w:rsidRPr="00FA5D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1970E7B1" w:rsidR="0085747A" w:rsidRPr="00FA5D8E" w:rsidRDefault="00F72A4B" w:rsidP="001953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s</w:t>
            </w:r>
            <w:r w:rsidR="008F70AB" w:rsidRPr="00FA5D8E">
              <w:rPr>
                <w:rFonts w:ascii="Corbel" w:hAnsi="Corbel"/>
                <w:sz w:val="24"/>
                <w:szCs w:val="24"/>
              </w:rPr>
              <w:t>tacjonarn</w:t>
            </w:r>
            <w:r w:rsidR="00A91194" w:rsidRPr="00FA5D8E">
              <w:rPr>
                <w:rFonts w:ascii="Corbel" w:hAnsi="Corbel"/>
                <w:sz w:val="24"/>
                <w:szCs w:val="24"/>
              </w:rPr>
              <w:t>a</w:t>
            </w:r>
          </w:p>
        </w:tc>
      </w:tr>
      <w:tr w:rsidR="009B6BAE" w:rsidRPr="00FA5D8E" w14:paraId="2A9BE04C" w14:textId="77777777" w:rsidTr="00B819C8">
        <w:tc>
          <w:tcPr>
            <w:tcW w:w="2694" w:type="dxa"/>
            <w:vAlign w:val="center"/>
          </w:tcPr>
          <w:p w14:paraId="0A6AE154" w14:textId="77777777" w:rsidR="0085747A" w:rsidRPr="00FA5D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A5D8E">
              <w:rPr>
                <w:rFonts w:ascii="Corbel" w:hAnsi="Corbel"/>
                <w:sz w:val="24"/>
                <w:szCs w:val="24"/>
              </w:rPr>
              <w:t>/y</w:t>
            </w:r>
            <w:r w:rsidRPr="00FA5D8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07D80F86" w:rsidR="0085747A" w:rsidRPr="00FA5D8E" w:rsidRDefault="00F72A4B" w:rsidP="001953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r</w:t>
            </w:r>
            <w:r w:rsidR="007A5260" w:rsidRPr="00FA5D8E">
              <w:rPr>
                <w:rFonts w:ascii="Corbel" w:hAnsi="Corbel"/>
                <w:sz w:val="24"/>
                <w:szCs w:val="24"/>
              </w:rPr>
              <w:t>o</w:t>
            </w:r>
            <w:r w:rsidR="00854A58" w:rsidRPr="00FA5D8E">
              <w:rPr>
                <w:rFonts w:ascii="Corbel" w:hAnsi="Corbel"/>
                <w:sz w:val="24"/>
                <w:szCs w:val="24"/>
              </w:rPr>
              <w:t xml:space="preserve">k </w:t>
            </w:r>
            <w:r w:rsidR="00D53A7F" w:rsidRPr="00FA5D8E">
              <w:rPr>
                <w:rFonts w:ascii="Corbel" w:hAnsi="Corbel"/>
                <w:sz w:val="24"/>
                <w:szCs w:val="24"/>
              </w:rPr>
              <w:t>IV</w:t>
            </w:r>
            <w:r w:rsidR="007A5260" w:rsidRPr="00FA5D8E">
              <w:rPr>
                <w:rFonts w:ascii="Corbel" w:hAnsi="Corbel"/>
                <w:sz w:val="24"/>
                <w:szCs w:val="24"/>
              </w:rPr>
              <w:t>, semestr</w:t>
            </w:r>
            <w:r w:rsidR="00854A58" w:rsidRPr="00FA5D8E">
              <w:rPr>
                <w:rFonts w:ascii="Corbel" w:hAnsi="Corbel"/>
                <w:sz w:val="24"/>
                <w:szCs w:val="24"/>
              </w:rPr>
              <w:t xml:space="preserve"> </w:t>
            </w:r>
            <w:r w:rsidR="008C44D2" w:rsidRPr="00FA5D8E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9B6BAE" w:rsidRPr="00FA5D8E" w14:paraId="2DB301B7" w14:textId="77777777" w:rsidTr="00B819C8">
        <w:tc>
          <w:tcPr>
            <w:tcW w:w="2694" w:type="dxa"/>
            <w:vAlign w:val="center"/>
          </w:tcPr>
          <w:p w14:paraId="38F89D13" w14:textId="77777777" w:rsidR="0085747A" w:rsidRPr="00FA5D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7A601FCF" w:rsidR="0085747A" w:rsidRPr="00FA5D8E" w:rsidRDefault="007F0AE0" w:rsidP="001953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kształcenia specjalnościowego, do wyboru</w:t>
            </w:r>
          </w:p>
        </w:tc>
      </w:tr>
      <w:tr w:rsidR="009B6BAE" w:rsidRPr="00FA5D8E" w14:paraId="7C50DDEF" w14:textId="77777777" w:rsidTr="00B819C8">
        <w:tc>
          <w:tcPr>
            <w:tcW w:w="2694" w:type="dxa"/>
            <w:vAlign w:val="center"/>
          </w:tcPr>
          <w:p w14:paraId="475595D5" w14:textId="77777777" w:rsidR="00923D7D" w:rsidRPr="00FA5D8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35547A2B" w:rsidR="00923D7D" w:rsidRPr="00FA5D8E" w:rsidRDefault="0081541E" w:rsidP="001953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p</w:t>
            </w:r>
            <w:r w:rsidR="008F70AB" w:rsidRPr="00FA5D8E">
              <w:rPr>
                <w:rFonts w:ascii="Corbel" w:hAnsi="Corbel"/>
                <w:sz w:val="24"/>
                <w:szCs w:val="24"/>
              </w:rPr>
              <w:t>olski</w:t>
            </w:r>
          </w:p>
        </w:tc>
      </w:tr>
      <w:tr w:rsidR="009B6BAE" w:rsidRPr="00FA5D8E" w14:paraId="376954C3" w14:textId="77777777" w:rsidTr="00B819C8">
        <w:tc>
          <w:tcPr>
            <w:tcW w:w="2694" w:type="dxa"/>
            <w:vAlign w:val="center"/>
          </w:tcPr>
          <w:p w14:paraId="455F17B4" w14:textId="77777777" w:rsidR="0085747A" w:rsidRPr="00FA5D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13583478" w:rsidR="0085747A" w:rsidRPr="00FA5D8E" w:rsidRDefault="0081541E" w:rsidP="001953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d</w:t>
            </w:r>
            <w:r w:rsidR="00D53A7F" w:rsidRPr="00FA5D8E">
              <w:rPr>
                <w:rFonts w:ascii="Corbel" w:hAnsi="Corbel"/>
                <w:sz w:val="24"/>
                <w:szCs w:val="24"/>
              </w:rPr>
              <w:t xml:space="preserve">r Anna </w:t>
            </w:r>
            <w:r w:rsidR="00490BD8" w:rsidRPr="00FA5D8E">
              <w:rPr>
                <w:rFonts w:ascii="Corbel" w:hAnsi="Corbel"/>
                <w:sz w:val="24"/>
                <w:szCs w:val="24"/>
              </w:rPr>
              <w:t>Lenart</w:t>
            </w:r>
          </w:p>
        </w:tc>
      </w:tr>
      <w:tr w:rsidR="009B6BAE" w:rsidRPr="00FA5D8E" w14:paraId="7D70EB2A" w14:textId="77777777" w:rsidTr="00B819C8">
        <w:tc>
          <w:tcPr>
            <w:tcW w:w="2694" w:type="dxa"/>
            <w:vAlign w:val="center"/>
          </w:tcPr>
          <w:p w14:paraId="5EE57F99" w14:textId="77777777" w:rsidR="0085747A" w:rsidRPr="00FA5D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12860E12" w:rsidR="0085747A" w:rsidRPr="00FA5D8E" w:rsidRDefault="00D53A7F" w:rsidP="001953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mgr Katarzyna Biała-Solarz</w:t>
            </w:r>
          </w:p>
        </w:tc>
      </w:tr>
    </w:tbl>
    <w:p w14:paraId="63A00709" w14:textId="77777777" w:rsidR="00FA5D8E" w:rsidRPr="00B169DF" w:rsidRDefault="00FA5D8E" w:rsidP="00FA5D8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>
        <w:rPr>
          <w:rFonts w:ascii="Corbel" w:hAnsi="Corbel"/>
          <w:b w:val="0"/>
          <w:i/>
          <w:sz w:val="24"/>
          <w:szCs w:val="24"/>
        </w:rPr>
        <w:t>opcjonalni</w:t>
      </w:r>
      <w:r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CA13719" w14:textId="77777777" w:rsidR="00923D7D" w:rsidRPr="00FA5D8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CBBCFB" w14:textId="77777777" w:rsidR="0085747A" w:rsidRPr="00FA5D8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5D8E">
        <w:rPr>
          <w:rFonts w:ascii="Corbel" w:hAnsi="Corbel"/>
          <w:sz w:val="24"/>
          <w:szCs w:val="24"/>
        </w:rPr>
        <w:t>1.</w:t>
      </w:r>
      <w:r w:rsidR="00E22FBC" w:rsidRPr="00FA5D8E">
        <w:rPr>
          <w:rFonts w:ascii="Corbel" w:hAnsi="Corbel"/>
          <w:sz w:val="24"/>
          <w:szCs w:val="24"/>
        </w:rPr>
        <w:t>1</w:t>
      </w:r>
      <w:r w:rsidRPr="00FA5D8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FA5D8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1"/>
        <w:gridCol w:w="787"/>
        <w:gridCol w:w="863"/>
        <w:gridCol w:w="799"/>
        <w:gridCol w:w="818"/>
        <w:gridCol w:w="758"/>
        <w:gridCol w:w="944"/>
        <w:gridCol w:w="1204"/>
        <w:gridCol w:w="1497"/>
      </w:tblGrid>
      <w:tr w:rsidR="009B6BAE" w:rsidRPr="00FA5D8E" w14:paraId="1CDF9921" w14:textId="77777777" w:rsidTr="00884D05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Pr="00FA5D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5D8E">
              <w:rPr>
                <w:rFonts w:ascii="Corbel" w:hAnsi="Corbel"/>
                <w:szCs w:val="24"/>
              </w:rPr>
              <w:t>Semestr</w:t>
            </w:r>
          </w:p>
          <w:p w14:paraId="69DD9837" w14:textId="77777777" w:rsidR="00015B8F" w:rsidRPr="00FA5D8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5D8E">
              <w:rPr>
                <w:rFonts w:ascii="Corbel" w:hAnsi="Corbel"/>
                <w:szCs w:val="24"/>
              </w:rPr>
              <w:t>(</w:t>
            </w:r>
            <w:r w:rsidR="00363F78" w:rsidRPr="00FA5D8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FA5D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5D8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FA5D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5D8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FA5D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5D8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77777777" w:rsidR="00015B8F" w:rsidRPr="00FA5D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5D8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FA5D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5D8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FA5D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5D8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FA5D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5D8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7BC90F1F" w:rsidR="00D53A7F" w:rsidRPr="00FA5D8E" w:rsidRDefault="00015B8F" w:rsidP="007F0A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5D8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FA5D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5D8E">
              <w:rPr>
                <w:rFonts w:ascii="Corbel" w:hAnsi="Corbel"/>
                <w:b/>
                <w:szCs w:val="24"/>
              </w:rPr>
              <w:t>Liczba pkt</w:t>
            </w:r>
            <w:r w:rsidR="00B90885" w:rsidRPr="00FA5D8E">
              <w:rPr>
                <w:rFonts w:ascii="Corbel" w:hAnsi="Corbel"/>
                <w:b/>
                <w:szCs w:val="24"/>
              </w:rPr>
              <w:t>.</w:t>
            </w:r>
            <w:r w:rsidRPr="00FA5D8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B6BAE" w:rsidRPr="00FA5D8E" w14:paraId="6D3081D3" w14:textId="77777777" w:rsidTr="00884D05">
        <w:trPr>
          <w:trHeight w:val="45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3D9C" w14:textId="3014A2B2" w:rsidR="00015B8F" w:rsidRPr="00FA5D8E" w:rsidRDefault="008C44D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2793009A" w:rsidR="00015B8F" w:rsidRPr="00FA5D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31C5D70F" w:rsidR="00015B8F" w:rsidRPr="00FA5D8E" w:rsidRDefault="007F0A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77777777" w:rsidR="00015B8F" w:rsidRPr="00FA5D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77777777" w:rsidR="00015B8F" w:rsidRPr="00FA5D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77777777" w:rsidR="00015B8F" w:rsidRPr="00FA5D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77777777" w:rsidR="00015B8F" w:rsidRPr="00FA5D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77777777" w:rsidR="00015B8F" w:rsidRPr="00FA5D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3B1B63E4" w:rsidR="00015B8F" w:rsidRPr="00FA5D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41D88025" w:rsidR="00015B8F" w:rsidRPr="00FA5D8E" w:rsidRDefault="00D15C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0B07E7" w14:textId="77777777" w:rsidR="00923D7D" w:rsidRPr="00FA5D8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3B15DD" w14:textId="77777777" w:rsidR="0085747A" w:rsidRPr="00FA5D8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A5D8E">
        <w:rPr>
          <w:rFonts w:ascii="Corbel" w:hAnsi="Corbel"/>
          <w:smallCaps w:val="0"/>
          <w:szCs w:val="24"/>
        </w:rPr>
        <w:t>1.</w:t>
      </w:r>
      <w:r w:rsidR="00E22FBC" w:rsidRPr="00FA5D8E">
        <w:rPr>
          <w:rFonts w:ascii="Corbel" w:hAnsi="Corbel"/>
          <w:smallCaps w:val="0"/>
          <w:szCs w:val="24"/>
        </w:rPr>
        <w:t>2</w:t>
      </w:r>
      <w:r w:rsidR="00F83B28" w:rsidRPr="00FA5D8E">
        <w:rPr>
          <w:rFonts w:ascii="Corbel" w:hAnsi="Corbel"/>
          <w:smallCaps w:val="0"/>
          <w:szCs w:val="24"/>
        </w:rPr>
        <w:t>.</w:t>
      </w:r>
      <w:r w:rsidR="00F83B28" w:rsidRPr="00FA5D8E">
        <w:rPr>
          <w:rFonts w:ascii="Corbel" w:hAnsi="Corbel"/>
          <w:smallCaps w:val="0"/>
          <w:szCs w:val="24"/>
        </w:rPr>
        <w:tab/>
      </w:r>
      <w:r w:rsidRPr="00FA5D8E">
        <w:rPr>
          <w:rFonts w:ascii="Corbel" w:hAnsi="Corbel"/>
          <w:smallCaps w:val="0"/>
          <w:szCs w:val="24"/>
        </w:rPr>
        <w:t xml:space="preserve">Sposób realizacji zajęć  </w:t>
      </w:r>
    </w:p>
    <w:p w14:paraId="29C29D2C" w14:textId="77777777" w:rsidR="0085747A" w:rsidRPr="00FA5D8E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5D8E">
        <w:rPr>
          <w:rFonts w:ascii="Corbel" w:eastAsia="MS Gothic" w:hAnsi="Corbel"/>
          <w:b w:val="0"/>
          <w:szCs w:val="24"/>
        </w:rPr>
        <w:t>X</w:t>
      </w:r>
      <w:r w:rsidR="0085747A" w:rsidRPr="00FA5D8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146B51" w14:textId="77777777" w:rsidR="0085747A" w:rsidRPr="00FA5D8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5D8E">
        <w:rPr>
          <w:rFonts w:ascii="Segoe UI Symbol" w:eastAsia="MS Gothic" w:hAnsi="Segoe UI Symbol" w:cs="Segoe UI Symbol"/>
          <w:b w:val="0"/>
          <w:szCs w:val="24"/>
        </w:rPr>
        <w:t>☐</w:t>
      </w:r>
      <w:r w:rsidRPr="00FA5D8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FA5D8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BC9FE7" w14:textId="0782985B" w:rsidR="007916D1" w:rsidRPr="00FA5D8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FA5D8E">
        <w:rPr>
          <w:rFonts w:ascii="Corbel" w:hAnsi="Corbel"/>
          <w:smallCaps w:val="0"/>
          <w:szCs w:val="24"/>
        </w:rPr>
        <w:t xml:space="preserve">1.3 </w:t>
      </w:r>
      <w:r w:rsidR="00F83B28" w:rsidRPr="00FA5D8E">
        <w:rPr>
          <w:rFonts w:ascii="Corbel" w:hAnsi="Corbel"/>
          <w:smallCaps w:val="0"/>
          <w:szCs w:val="24"/>
        </w:rPr>
        <w:tab/>
      </w:r>
      <w:r w:rsidRPr="00FA5D8E">
        <w:rPr>
          <w:rFonts w:ascii="Corbel" w:hAnsi="Corbel"/>
          <w:smallCaps w:val="0"/>
          <w:szCs w:val="24"/>
        </w:rPr>
        <w:t>For</w:t>
      </w:r>
      <w:r w:rsidR="00445970" w:rsidRPr="00FA5D8E">
        <w:rPr>
          <w:rFonts w:ascii="Corbel" w:hAnsi="Corbel"/>
          <w:smallCaps w:val="0"/>
          <w:szCs w:val="24"/>
        </w:rPr>
        <w:t xml:space="preserve">ma zaliczenia przedmiotu </w:t>
      </w:r>
      <w:r w:rsidRPr="00FA5D8E">
        <w:rPr>
          <w:rFonts w:ascii="Corbel" w:hAnsi="Corbel"/>
          <w:smallCaps w:val="0"/>
          <w:szCs w:val="24"/>
        </w:rPr>
        <w:t xml:space="preserve"> (z toku)</w:t>
      </w:r>
      <w:r w:rsidR="00FE0719">
        <w:rPr>
          <w:rFonts w:ascii="Corbel" w:hAnsi="Corbel"/>
          <w:smallCaps w:val="0"/>
          <w:szCs w:val="24"/>
        </w:rPr>
        <w:t xml:space="preserve">: </w:t>
      </w:r>
      <w:r w:rsidR="00FE0719" w:rsidRPr="00FE0719">
        <w:rPr>
          <w:rFonts w:ascii="Corbel" w:hAnsi="Corbel"/>
          <w:b w:val="0"/>
          <w:bCs/>
          <w:smallCaps w:val="0"/>
          <w:szCs w:val="24"/>
        </w:rPr>
        <w:t>z</w:t>
      </w:r>
      <w:r w:rsidR="00854A58" w:rsidRPr="00FE0719">
        <w:rPr>
          <w:rFonts w:ascii="Corbel" w:hAnsi="Corbel"/>
          <w:b w:val="0"/>
          <w:bCs/>
          <w:smallCaps w:val="0"/>
          <w:szCs w:val="24"/>
        </w:rPr>
        <w:t>aliczenie</w:t>
      </w:r>
      <w:r w:rsidR="00854A58" w:rsidRPr="00FA5D8E">
        <w:rPr>
          <w:rFonts w:ascii="Corbel" w:hAnsi="Corbel"/>
          <w:b w:val="0"/>
          <w:bCs/>
          <w:smallCaps w:val="0"/>
          <w:szCs w:val="24"/>
        </w:rPr>
        <w:t xml:space="preserve"> z oceną</w:t>
      </w:r>
    </w:p>
    <w:p w14:paraId="684F1451" w14:textId="77777777" w:rsidR="009C54AE" w:rsidRPr="00FA5D8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0EB748" w14:textId="77777777" w:rsidR="00E960BB" w:rsidRPr="00FA5D8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5D8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5D8E" w14:paraId="3ACBBF9A" w14:textId="77777777" w:rsidTr="008C44D2">
        <w:tc>
          <w:tcPr>
            <w:tcW w:w="9520" w:type="dxa"/>
          </w:tcPr>
          <w:p w14:paraId="4A97C0C9" w14:textId="7DCC00D8" w:rsidR="0085747A" w:rsidRPr="00FA5D8E" w:rsidRDefault="00BF56EF" w:rsidP="00305D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358255F5" w14:textId="39630A90" w:rsidR="00153C41" w:rsidRPr="00FA5D8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2857C4" w14:textId="77777777" w:rsidR="0085747A" w:rsidRPr="00FA5D8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5D8E">
        <w:rPr>
          <w:rFonts w:ascii="Corbel" w:hAnsi="Corbel"/>
          <w:szCs w:val="24"/>
        </w:rPr>
        <w:t>3.</w:t>
      </w:r>
      <w:r w:rsidR="0085747A" w:rsidRPr="00FA5D8E">
        <w:rPr>
          <w:rFonts w:ascii="Corbel" w:hAnsi="Corbel"/>
          <w:szCs w:val="24"/>
        </w:rPr>
        <w:t xml:space="preserve"> </w:t>
      </w:r>
      <w:r w:rsidR="00A84C85" w:rsidRPr="00FA5D8E">
        <w:rPr>
          <w:rFonts w:ascii="Corbel" w:hAnsi="Corbel"/>
          <w:szCs w:val="24"/>
        </w:rPr>
        <w:t>cele, efekty uczenia się</w:t>
      </w:r>
      <w:r w:rsidR="0085747A" w:rsidRPr="00FA5D8E">
        <w:rPr>
          <w:rFonts w:ascii="Corbel" w:hAnsi="Corbel"/>
          <w:szCs w:val="24"/>
        </w:rPr>
        <w:t xml:space="preserve"> , treści Programowe i stosowane metody Dydaktyczne</w:t>
      </w:r>
    </w:p>
    <w:p w14:paraId="7ABBEA25" w14:textId="77777777" w:rsidR="0085747A" w:rsidRPr="00FA5D8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127585" w14:textId="77777777" w:rsidR="0085747A" w:rsidRPr="00FA5D8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5D8E">
        <w:rPr>
          <w:rFonts w:ascii="Corbel" w:hAnsi="Corbel"/>
          <w:sz w:val="24"/>
          <w:szCs w:val="24"/>
        </w:rPr>
        <w:t xml:space="preserve">3.1 </w:t>
      </w:r>
      <w:r w:rsidR="00C05F44" w:rsidRPr="00FA5D8E">
        <w:rPr>
          <w:rFonts w:ascii="Corbel" w:hAnsi="Corbel"/>
          <w:sz w:val="24"/>
          <w:szCs w:val="24"/>
        </w:rPr>
        <w:t>Cele przedmiotu</w:t>
      </w:r>
    </w:p>
    <w:p w14:paraId="5D332E54" w14:textId="77777777" w:rsidR="00D35B76" w:rsidRPr="00FA5D8E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9B6BAE" w:rsidRPr="00FA5D8E" w14:paraId="4894C0CA" w14:textId="77777777" w:rsidTr="00D3212A">
        <w:tc>
          <w:tcPr>
            <w:tcW w:w="672" w:type="dxa"/>
            <w:vAlign w:val="center"/>
          </w:tcPr>
          <w:p w14:paraId="0F854381" w14:textId="77777777" w:rsidR="00D35B76" w:rsidRPr="00FA5D8E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5D8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956" w:type="dxa"/>
            <w:vAlign w:val="center"/>
          </w:tcPr>
          <w:p w14:paraId="067B706D" w14:textId="64CEEBC2" w:rsidR="00D35B76" w:rsidRPr="00FA5D8E" w:rsidRDefault="00A03B7F" w:rsidP="00E174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Dostarczenie terminologii i wiedzy teoretycznej dotyczącej syndromu FASD</w:t>
            </w:r>
            <w:r w:rsidR="00BF56E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6BAE" w:rsidRPr="00FA5D8E" w14:paraId="56CCB34A" w14:textId="77777777" w:rsidTr="00D3212A">
        <w:tc>
          <w:tcPr>
            <w:tcW w:w="672" w:type="dxa"/>
            <w:vAlign w:val="center"/>
          </w:tcPr>
          <w:p w14:paraId="0DB4F242" w14:textId="77777777" w:rsidR="00D35B76" w:rsidRPr="00FA5D8E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3408F5DB" w14:textId="71374B9D" w:rsidR="00D35B76" w:rsidRPr="00FA5D8E" w:rsidRDefault="00C275AB" w:rsidP="003A6D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 xml:space="preserve">Dostarczenie wiedzy na temat baterii </w:t>
            </w:r>
            <w:r w:rsidR="00A03B7F" w:rsidRPr="00FA5D8E">
              <w:rPr>
                <w:rFonts w:ascii="Corbel" w:hAnsi="Corbel"/>
                <w:sz w:val="24"/>
                <w:szCs w:val="24"/>
              </w:rPr>
              <w:t>testów psychologicznych jako narzędzia badawcze wykorzystywane w diagnozie FASD</w:t>
            </w:r>
            <w:r w:rsidR="00BF56E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6BAE" w:rsidRPr="00FA5D8E" w14:paraId="08577DEC" w14:textId="77777777" w:rsidTr="00D3212A">
        <w:tc>
          <w:tcPr>
            <w:tcW w:w="672" w:type="dxa"/>
            <w:vAlign w:val="center"/>
          </w:tcPr>
          <w:p w14:paraId="06070AD5" w14:textId="77777777" w:rsidR="00D35B76" w:rsidRPr="00FA5D8E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5D8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7E5B1C3E" w14:textId="715CB394" w:rsidR="00D35B76" w:rsidRPr="00FA5D8E" w:rsidRDefault="00C275AB" w:rsidP="003A6D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Poznanie k</w:t>
            </w:r>
            <w:r w:rsidR="00A03B7F" w:rsidRPr="00FA5D8E">
              <w:rPr>
                <w:rFonts w:ascii="Corbel" w:hAnsi="Corbel"/>
                <w:sz w:val="24"/>
                <w:szCs w:val="24"/>
              </w:rPr>
              <w:t>ryteri</w:t>
            </w:r>
            <w:r w:rsidRPr="00FA5D8E">
              <w:rPr>
                <w:rFonts w:ascii="Corbel" w:hAnsi="Corbel"/>
                <w:sz w:val="24"/>
                <w:szCs w:val="24"/>
              </w:rPr>
              <w:t>ów</w:t>
            </w:r>
            <w:r w:rsidR="00A03B7F" w:rsidRPr="00FA5D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A5D8E">
              <w:rPr>
                <w:rFonts w:ascii="Corbel" w:hAnsi="Corbel"/>
                <w:sz w:val="24"/>
                <w:szCs w:val="24"/>
              </w:rPr>
              <w:t>diagnostycznych</w:t>
            </w:r>
            <w:r w:rsidR="00A03B7F" w:rsidRPr="00FA5D8E">
              <w:rPr>
                <w:rFonts w:ascii="Corbel" w:hAnsi="Corbel"/>
                <w:sz w:val="24"/>
                <w:szCs w:val="24"/>
              </w:rPr>
              <w:t xml:space="preserve"> FASD</w:t>
            </w:r>
            <w:r w:rsidR="00BF56EF">
              <w:rPr>
                <w:rFonts w:ascii="Corbel" w:hAnsi="Corbel"/>
                <w:sz w:val="24"/>
                <w:szCs w:val="24"/>
              </w:rPr>
              <w:t>.</w:t>
            </w:r>
            <w:r w:rsidR="00A03B7F" w:rsidRPr="00FA5D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B6BAE" w:rsidRPr="00FA5D8E" w14:paraId="12D65A98" w14:textId="77777777" w:rsidTr="00D3212A">
        <w:tc>
          <w:tcPr>
            <w:tcW w:w="672" w:type="dxa"/>
            <w:vAlign w:val="center"/>
          </w:tcPr>
          <w:p w14:paraId="1F8682E7" w14:textId="77777777" w:rsidR="00D35B76" w:rsidRPr="00FA5D8E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5D8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0658AC4B" w14:textId="0C622430" w:rsidR="00D35B76" w:rsidRPr="00FA5D8E" w:rsidRDefault="00C275AB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FA5D8E">
              <w:rPr>
                <w:rFonts w:ascii="Corbel" w:hAnsi="Corbel"/>
                <w:b w:val="0"/>
                <w:bCs/>
                <w:sz w:val="24"/>
                <w:szCs w:val="24"/>
              </w:rPr>
              <w:t>Poznanie t</w:t>
            </w:r>
            <w:r w:rsidR="00A1475E" w:rsidRPr="00FA5D8E">
              <w:rPr>
                <w:rFonts w:ascii="Corbel" w:hAnsi="Corbel"/>
                <w:b w:val="0"/>
                <w:bCs/>
                <w:sz w:val="24"/>
                <w:szCs w:val="24"/>
              </w:rPr>
              <w:t>rudności psychologiczne dzieci z FASD</w:t>
            </w:r>
            <w:r w:rsidRPr="00FA5D8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 nabycie umiejętności diagnozy w tym zakresie</w:t>
            </w:r>
            <w:r w:rsidR="00BF56EF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C275AB" w:rsidRPr="00FA5D8E" w14:paraId="1C3049F4" w14:textId="77777777" w:rsidTr="00D3212A">
        <w:tc>
          <w:tcPr>
            <w:tcW w:w="672" w:type="dxa"/>
            <w:vAlign w:val="center"/>
          </w:tcPr>
          <w:p w14:paraId="36DDFFB4" w14:textId="735038EF" w:rsidR="00C275AB" w:rsidRPr="00FA5D8E" w:rsidRDefault="00C275AB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5D8E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956" w:type="dxa"/>
            <w:vAlign w:val="center"/>
          </w:tcPr>
          <w:p w14:paraId="7DA77494" w14:textId="2C12FCD0" w:rsidR="00C275AB" w:rsidRPr="00FA5D8E" w:rsidRDefault="00C275AB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5D8E">
              <w:rPr>
                <w:rFonts w:ascii="Corbel" w:hAnsi="Corbel"/>
                <w:b w:val="0"/>
                <w:bCs/>
                <w:sz w:val="24"/>
                <w:szCs w:val="24"/>
              </w:rPr>
              <w:t>Rozwój kompetencji w zakresie komunikacji specjalistycznej z zakresu psychologii</w:t>
            </w:r>
            <w:r w:rsidR="00BF56EF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F02944" w:rsidRPr="00FA5D8E" w14:paraId="0676057E" w14:textId="77777777" w:rsidTr="00D3212A">
        <w:tc>
          <w:tcPr>
            <w:tcW w:w="672" w:type="dxa"/>
            <w:vAlign w:val="center"/>
          </w:tcPr>
          <w:p w14:paraId="6E9F877D" w14:textId="1569E4FE" w:rsidR="00F02944" w:rsidRPr="00FA5D8E" w:rsidRDefault="00F02944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5D8E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956" w:type="dxa"/>
            <w:vAlign w:val="center"/>
          </w:tcPr>
          <w:p w14:paraId="791DC75C" w14:textId="6F7973F4" w:rsidR="00F02944" w:rsidRPr="00FA5D8E" w:rsidRDefault="00F02944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5D8E">
              <w:rPr>
                <w:rFonts w:ascii="Corbel" w:hAnsi="Corbel"/>
                <w:b w:val="0"/>
                <w:bCs/>
                <w:sz w:val="24"/>
                <w:szCs w:val="24"/>
              </w:rPr>
              <w:t>Wskazanie kierunków pomocy psychologicznej dla dzieci z syndromem FASD</w:t>
            </w:r>
            <w:r w:rsidR="00BF56EF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33CEF8A8" w14:textId="77777777" w:rsidR="00D35B76" w:rsidRPr="00FA5D8E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14:paraId="262624B7" w14:textId="77777777" w:rsidR="001132F3" w:rsidRPr="00FA5D8E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5D8E">
        <w:rPr>
          <w:rFonts w:ascii="Corbel" w:hAnsi="Corbel"/>
          <w:b/>
          <w:sz w:val="24"/>
          <w:szCs w:val="24"/>
        </w:rPr>
        <w:t>3.2 Efekty uczenia się dla przedmiotu</w:t>
      </w:r>
      <w:r w:rsidRPr="00FA5D8E">
        <w:rPr>
          <w:rFonts w:ascii="Corbel" w:hAnsi="Corbel"/>
          <w:sz w:val="24"/>
          <w:szCs w:val="24"/>
        </w:rPr>
        <w:t xml:space="preserve"> </w:t>
      </w:r>
    </w:p>
    <w:p w14:paraId="205B5899" w14:textId="77777777" w:rsidR="00F83B28" w:rsidRPr="00FA5D8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0"/>
        <w:gridCol w:w="5966"/>
        <w:gridCol w:w="1864"/>
      </w:tblGrid>
      <w:tr w:rsidR="009B6BAE" w:rsidRPr="00FA5D8E" w14:paraId="4A76D71B" w14:textId="77777777" w:rsidTr="008E7B4A">
        <w:tc>
          <w:tcPr>
            <w:tcW w:w="1690" w:type="dxa"/>
          </w:tcPr>
          <w:p w14:paraId="6B62B06F" w14:textId="5F43881B" w:rsidR="00D35B76" w:rsidRPr="00BF56EF" w:rsidRDefault="00D35B76" w:rsidP="00BF56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F56E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EK ( efekt </w:t>
            </w:r>
            <w:r w:rsidR="009C4195" w:rsidRPr="00BF56EF">
              <w:rPr>
                <w:rFonts w:ascii="Corbel" w:hAnsi="Corbel"/>
                <w:b w:val="0"/>
                <w:bCs/>
                <w:smallCaps w:val="0"/>
                <w:szCs w:val="24"/>
              </w:rPr>
              <w:t>uczenia się</w:t>
            </w:r>
            <w:r w:rsidRPr="00BF56EF">
              <w:rPr>
                <w:rFonts w:ascii="Corbel" w:hAnsi="Corbel"/>
                <w:b w:val="0"/>
                <w:bCs/>
                <w:smallCaps w:val="0"/>
                <w:szCs w:val="24"/>
              </w:rPr>
              <w:t>)</w:t>
            </w:r>
          </w:p>
          <w:p w14:paraId="44177DC5" w14:textId="77777777" w:rsidR="00D35B76" w:rsidRPr="00FA5D8E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66" w:type="dxa"/>
          </w:tcPr>
          <w:p w14:paraId="5440DAB0" w14:textId="1D3E4827" w:rsidR="00D35B76" w:rsidRPr="00FA5D8E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C4195" w:rsidRPr="00FA5D8E">
              <w:rPr>
                <w:rFonts w:ascii="Corbel" w:hAnsi="Corbel"/>
                <w:b w:val="0"/>
                <w:smallCaps w:val="0"/>
                <w:szCs w:val="24"/>
              </w:rPr>
              <w:t xml:space="preserve">uczenia </w:t>
            </w:r>
            <w:r w:rsidR="00490BD8" w:rsidRPr="00FA5D8E">
              <w:rPr>
                <w:rFonts w:ascii="Corbel" w:hAnsi="Corbel"/>
                <w:b w:val="0"/>
                <w:smallCaps w:val="0"/>
                <w:szCs w:val="24"/>
              </w:rPr>
              <w:t>się zdefiniowanego</w:t>
            </w:r>
            <w:r w:rsidR="00960011" w:rsidRPr="00FA5D8E">
              <w:rPr>
                <w:rFonts w:ascii="Corbel" w:hAnsi="Corbel"/>
                <w:b w:val="0"/>
                <w:smallCaps w:val="0"/>
                <w:szCs w:val="24"/>
              </w:rPr>
              <w:t xml:space="preserve"> dla przedmiotu </w:t>
            </w:r>
          </w:p>
          <w:p w14:paraId="17A21F95" w14:textId="77777777" w:rsidR="00BF56EF" w:rsidRDefault="00BF56EF" w:rsidP="00BF56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7126FE6" w14:textId="16495DDA" w:rsidR="00960011" w:rsidRPr="00FA5D8E" w:rsidRDefault="00960011" w:rsidP="00BF56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4" w:type="dxa"/>
          </w:tcPr>
          <w:p w14:paraId="795B9BD9" w14:textId="41A25120" w:rsidR="00D35B76" w:rsidRPr="00FA5D8E" w:rsidRDefault="00D35B76" w:rsidP="00BF56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9B6BAE" w:rsidRPr="00FA5D8E" w14:paraId="3AAF83CC" w14:textId="77777777" w:rsidTr="008E7B4A">
        <w:tc>
          <w:tcPr>
            <w:tcW w:w="1690" w:type="dxa"/>
          </w:tcPr>
          <w:p w14:paraId="4C2709A3" w14:textId="77777777" w:rsidR="00D35B76" w:rsidRPr="00FA5D8E" w:rsidRDefault="00712EAE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10A9A276" w14:textId="77777777" w:rsidR="00D35B76" w:rsidRPr="00FA5D8E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CA4017" w14:textId="77777777" w:rsidR="00D35B76" w:rsidRPr="00FA5D8E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09872D" w14:textId="77777777" w:rsidR="00D35B76" w:rsidRPr="00FA5D8E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66" w:type="dxa"/>
          </w:tcPr>
          <w:p w14:paraId="37A04B4D" w14:textId="16415E64" w:rsidR="00D35B76" w:rsidRPr="00FA5D8E" w:rsidRDefault="008C44D2" w:rsidP="008C44D2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 xml:space="preserve">ma pogłębioną wiedzę na temat specyfiki przedmiotowej i metodycznej psychologii, a zwłaszcza w obszarze psychoprofilaktyki, diagnozy psychologicznej i pomocy psychologicznej dzieciom z FASD: </w:t>
            </w:r>
            <w:r w:rsidR="00EE7BE0" w:rsidRPr="00FA5D8E">
              <w:rPr>
                <w:rFonts w:ascii="Corbel" w:hAnsi="Corbel"/>
                <w:sz w:val="24"/>
                <w:szCs w:val="24"/>
              </w:rPr>
              <w:t>podaj</w:t>
            </w:r>
            <w:r w:rsidR="00CA0F3B" w:rsidRPr="00FA5D8E">
              <w:rPr>
                <w:rFonts w:ascii="Corbel" w:hAnsi="Corbel"/>
                <w:sz w:val="24"/>
                <w:szCs w:val="24"/>
              </w:rPr>
              <w:t xml:space="preserve">e definicję i zna terminologie </w:t>
            </w:r>
            <w:r w:rsidR="00EE7BE0" w:rsidRPr="00FA5D8E">
              <w:rPr>
                <w:rFonts w:ascii="Corbel" w:hAnsi="Corbel"/>
                <w:sz w:val="24"/>
                <w:szCs w:val="24"/>
              </w:rPr>
              <w:t>syndromu FASD</w:t>
            </w:r>
            <w:r w:rsidRPr="00FA5D8E">
              <w:rPr>
                <w:rFonts w:ascii="Corbel" w:hAnsi="Corbel"/>
                <w:sz w:val="24"/>
                <w:szCs w:val="24"/>
              </w:rPr>
              <w:t>, w</w:t>
            </w:r>
            <w:r w:rsidR="00C275AB" w:rsidRPr="00FA5D8E">
              <w:rPr>
                <w:rFonts w:ascii="Corbel" w:hAnsi="Corbel"/>
                <w:sz w:val="24"/>
                <w:szCs w:val="24"/>
              </w:rPr>
              <w:t xml:space="preserve">ymienia </w:t>
            </w:r>
            <w:r w:rsidR="00EE7BE0" w:rsidRPr="00FA5D8E">
              <w:rPr>
                <w:rFonts w:ascii="Corbel" w:hAnsi="Corbel"/>
                <w:sz w:val="24"/>
                <w:szCs w:val="24"/>
              </w:rPr>
              <w:t>i charakteryzuje poszczególne typy FASD oraz ich kryteria diagnostyczne</w:t>
            </w:r>
          </w:p>
        </w:tc>
        <w:tc>
          <w:tcPr>
            <w:tcW w:w="1864" w:type="dxa"/>
          </w:tcPr>
          <w:p w14:paraId="1C210AFE" w14:textId="7DAA7C33" w:rsidR="00D35B76" w:rsidRPr="00FA5D8E" w:rsidRDefault="00CA0F3B" w:rsidP="00BF56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E37660" w:rsidRPr="00FA5D8E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9B6BAE" w:rsidRPr="00FA5D8E" w14:paraId="13B70BE6" w14:textId="77777777" w:rsidTr="008E7B4A">
        <w:tc>
          <w:tcPr>
            <w:tcW w:w="1690" w:type="dxa"/>
          </w:tcPr>
          <w:p w14:paraId="18799657" w14:textId="515D85BC" w:rsidR="00712EAE" w:rsidRPr="00FA5D8E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C44D2" w:rsidRPr="00FA5D8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0B895310" w14:textId="77777777" w:rsidR="00D35B76" w:rsidRPr="00FA5D8E" w:rsidRDefault="00D35B76" w:rsidP="00C37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66" w:type="dxa"/>
          </w:tcPr>
          <w:p w14:paraId="2E443CEB" w14:textId="1EAB752E" w:rsidR="00D35B76" w:rsidRPr="00FA5D8E" w:rsidRDefault="008C44D2" w:rsidP="008C44D2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A5D8E">
              <w:rPr>
                <w:rFonts w:ascii="Corbel" w:hAnsi="Corbel" w:cs="Times New Roman"/>
                <w:color w:val="auto"/>
              </w:rPr>
              <w:t xml:space="preserve">ma </w:t>
            </w:r>
            <w:r w:rsidR="00490BD8" w:rsidRPr="00FA5D8E">
              <w:rPr>
                <w:rFonts w:ascii="Corbel" w:hAnsi="Corbel" w:cs="Times New Roman"/>
                <w:color w:val="auto"/>
              </w:rPr>
              <w:t xml:space="preserve">pogłębioną </w:t>
            </w:r>
            <w:r w:rsidRPr="00FA5D8E">
              <w:rPr>
                <w:rFonts w:ascii="Corbel" w:hAnsi="Corbel" w:cs="Times New Roman"/>
              </w:rPr>
              <w:t>wiedzę na temat zaburzeń psychicznych, diagnozy i pomocy psychologicznej dzieciom z FASD, a także psychoprofilaktyki i wybranych elementów terapii psychologicznej dla osób z FASD</w:t>
            </w:r>
          </w:p>
        </w:tc>
        <w:tc>
          <w:tcPr>
            <w:tcW w:w="1864" w:type="dxa"/>
          </w:tcPr>
          <w:p w14:paraId="0EB95429" w14:textId="77777777" w:rsidR="00D35B76" w:rsidRPr="00FA5D8E" w:rsidRDefault="00CA0F3B" w:rsidP="00BF56EF">
            <w:pPr>
              <w:pStyle w:val="Default"/>
              <w:jc w:val="center"/>
              <w:rPr>
                <w:rFonts w:ascii="Corbel" w:hAnsi="Corbel" w:cs="Times New Roman"/>
                <w:smallCaps/>
                <w:color w:val="auto"/>
              </w:rPr>
            </w:pPr>
            <w:r w:rsidRPr="00FA5D8E">
              <w:rPr>
                <w:rFonts w:ascii="Corbel" w:hAnsi="Corbel" w:cs="Times New Roman"/>
                <w:smallCaps/>
                <w:color w:val="auto"/>
              </w:rPr>
              <w:t>K_W</w:t>
            </w:r>
            <w:r w:rsidR="00490BD8" w:rsidRPr="00FA5D8E">
              <w:rPr>
                <w:rFonts w:ascii="Corbel" w:hAnsi="Corbel" w:cs="Times New Roman"/>
                <w:smallCaps/>
                <w:color w:val="auto"/>
              </w:rPr>
              <w:t>10</w:t>
            </w:r>
          </w:p>
          <w:p w14:paraId="5EFA8A9E" w14:textId="77777777" w:rsidR="00490BD8" w:rsidRPr="00FA5D8E" w:rsidRDefault="00490BD8" w:rsidP="00BF56EF">
            <w:pPr>
              <w:pStyle w:val="Default"/>
              <w:jc w:val="center"/>
              <w:rPr>
                <w:rFonts w:ascii="Corbel" w:hAnsi="Corbel" w:cs="Times New Roman"/>
                <w:smallCaps/>
                <w:color w:val="auto"/>
              </w:rPr>
            </w:pPr>
            <w:r w:rsidRPr="00FA5D8E">
              <w:rPr>
                <w:rFonts w:ascii="Corbel" w:hAnsi="Corbel" w:cs="Times New Roman"/>
                <w:smallCaps/>
                <w:color w:val="auto"/>
              </w:rPr>
              <w:t>K_W12</w:t>
            </w:r>
          </w:p>
          <w:p w14:paraId="0AE1CE61" w14:textId="2003B2B5" w:rsidR="003B7047" w:rsidRPr="00FA5D8E" w:rsidRDefault="003B7047" w:rsidP="00BF56EF">
            <w:pPr>
              <w:pStyle w:val="Default"/>
              <w:jc w:val="center"/>
              <w:rPr>
                <w:rFonts w:ascii="Corbel" w:hAnsi="Corbel" w:cs="Times New Roman"/>
                <w:smallCaps/>
                <w:color w:val="auto"/>
              </w:rPr>
            </w:pPr>
            <w:r w:rsidRPr="00FA5D8E">
              <w:rPr>
                <w:rFonts w:ascii="Corbel" w:hAnsi="Corbel" w:cs="Times New Roman"/>
                <w:smallCaps/>
                <w:color w:val="auto"/>
              </w:rPr>
              <w:t>K_W19</w:t>
            </w:r>
          </w:p>
        </w:tc>
      </w:tr>
      <w:tr w:rsidR="00186596" w:rsidRPr="00FA5D8E" w14:paraId="6A679CB5" w14:textId="77777777" w:rsidTr="008E7B4A">
        <w:tc>
          <w:tcPr>
            <w:tcW w:w="1690" w:type="dxa"/>
          </w:tcPr>
          <w:p w14:paraId="136D9E87" w14:textId="1A96B011" w:rsidR="00186596" w:rsidRPr="00FA5D8E" w:rsidRDefault="00186596" w:rsidP="008E7B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C44D2" w:rsidRPr="00FA5D8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66" w:type="dxa"/>
          </w:tcPr>
          <w:p w14:paraId="6F6768E6" w14:textId="2181EF16" w:rsidR="00186596" w:rsidRPr="00FA5D8E" w:rsidRDefault="00186596" w:rsidP="008C44D2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A5D8E">
              <w:rPr>
                <w:rFonts w:ascii="Corbel" w:hAnsi="Corbel" w:cs="Times New Roman"/>
                <w:color w:val="auto"/>
              </w:rPr>
              <w:t>samodzielnie wyszuk</w:t>
            </w:r>
            <w:r w:rsidR="00B30355" w:rsidRPr="00FA5D8E">
              <w:rPr>
                <w:rFonts w:ascii="Corbel" w:hAnsi="Corbel" w:cs="Times New Roman"/>
                <w:color w:val="auto"/>
              </w:rPr>
              <w:t>uje</w:t>
            </w:r>
            <w:r w:rsidRPr="00FA5D8E">
              <w:rPr>
                <w:rFonts w:ascii="Corbel" w:hAnsi="Corbel" w:cs="Times New Roman"/>
                <w:color w:val="auto"/>
              </w:rPr>
              <w:t xml:space="preserve"> literaturę odnośnie do syndromu FASD</w:t>
            </w:r>
            <w:r w:rsidR="008C44D2" w:rsidRPr="00FA5D8E">
              <w:rPr>
                <w:rFonts w:ascii="Corbel" w:hAnsi="Corbel" w:cs="Times New Roman"/>
                <w:color w:val="auto"/>
              </w:rPr>
              <w:t xml:space="preserve"> i innych zaburzeń psychicznych, oraz w ich kontekście </w:t>
            </w:r>
            <w:r w:rsidR="00BF56EF">
              <w:rPr>
                <w:rFonts w:ascii="Corbel" w:hAnsi="Corbel" w:cs="Times New Roman"/>
                <w:color w:val="auto"/>
              </w:rPr>
              <w:t>przetwarza w stopniu pogłębionym</w:t>
            </w:r>
            <w:r w:rsidR="008C44D2" w:rsidRPr="00FA5D8E">
              <w:rPr>
                <w:rFonts w:ascii="Corbel" w:hAnsi="Corbel" w:cs="Times New Roman"/>
                <w:color w:val="auto"/>
              </w:rPr>
              <w:t xml:space="preserve"> wiedzę na temat rozwoju i funkcjonowania człowieka</w:t>
            </w:r>
          </w:p>
        </w:tc>
        <w:tc>
          <w:tcPr>
            <w:tcW w:w="1864" w:type="dxa"/>
          </w:tcPr>
          <w:p w14:paraId="2EEEF979" w14:textId="4703905C" w:rsidR="003B7047" w:rsidRPr="00FA5D8E" w:rsidRDefault="003B7047" w:rsidP="00BF56EF">
            <w:pPr>
              <w:pStyle w:val="Default"/>
              <w:jc w:val="center"/>
              <w:rPr>
                <w:rFonts w:ascii="Corbel" w:hAnsi="Corbel" w:cs="Times New Roman"/>
                <w:smallCaps/>
                <w:color w:val="auto"/>
              </w:rPr>
            </w:pPr>
            <w:r w:rsidRPr="00FA5D8E">
              <w:rPr>
                <w:rFonts w:ascii="Corbel" w:hAnsi="Corbel" w:cs="Times New Roman"/>
                <w:smallCaps/>
                <w:color w:val="auto"/>
              </w:rPr>
              <w:t>K_W04</w:t>
            </w:r>
          </w:p>
          <w:p w14:paraId="6D3020CF" w14:textId="61B9C608" w:rsidR="00186596" w:rsidRPr="00FA5D8E" w:rsidRDefault="00CA0F3B" w:rsidP="00BF56EF">
            <w:pPr>
              <w:pStyle w:val="Default"/>
              <w:jc w:val="center"/>
              <w:rPr>
                <w:rFonts w:ascii="Corbel" w:hAnsi="Corbel" w:cs="Times New Roman"/>
                <w:smallCaps/>
                <w:color w:val="auto"/>
              </w:rPr>
            </w:pPr>
            <w:r w:rsidRPr="00FA5D8E">
              <w:rPr>
                <w:rFonts w:ascii="Corbel" w:hAnsi="Corbel" w:cs="Times New Roman"/>
                <w:smallCaps/>
                <w:color w:val="auto"/>
              </w:rPr>
              <w:t>K_U</w:t>
            </w:r>
            <w:r w:rsidR="00186596" w:rsidRPr="00FA5D8E">
              <w:rPr>
                <w:rFonts w:ascii="Corbel" w:hAnsi="Corbel" w:cs="Times New Roman"/>
                <w:smallCaps/>
                <w:color w:val="auto"/>
              </w:rPr>
              <w:t>01</w:t>
            </w:r>
          </w:p>
        </w:tc>
      </w:tr>
      <w:tr w:rsidR="00186596" w:rsidRPr="00FA5D8E" w14:paraId="0569A594" w14:textId="77777777" w:rsidTr="008E7B4A">
        <w:tc>
          <w:tcPr>
            <w:tcW w:w="1690" w:type="dxa"/>
          </w:tcPr>
          <w:p w14:paraId="172080CB" w14:textId="238EE83D" w:rsidR="00186596" w:rsidRPr="00FA5D8E" w:rsidRDefault="00186596" w:rsidP="008E7B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C44D2" w:rsidRPr="00FA5D8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66" w:type="dxa"/>
          </w:tcPr>
          <w:p w14:paraId="54F9AFB5" w14:textId="785ECDFB" w:rsidR="00186596" w:rsidRPr="00FA5D8E" w:rsidRDefault="009D0EDC" w:rsidP="009D0EDC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A5D8E">
              <w:rPr>
                <w:rFonts w:ascii="Corbel" w:hAnsi="Corbel" w:cs="Times New Roman"/>
              </w:rPr>
              <w:t xml:space="preserve">wykorzystuje różne </w:t>
            </w:r>
            <w:r w:rsidR="00E47426" w:rsidRPr="00FA5D8E">
              <w:rPr>
                <w:rFonts w:ascii="Corbel" w:hAnsi="Corbel" w:cs="Times New Roman"/>
              </w:rPr>
              <w:t xml:space="preserve">zaawansowane </w:t>
            </w:r>
            <w:r w:rsidRPr="00FA5D8E">
              <w:rPr>
                <w:rFonts w:ascii="Corbel" w:hAnsi="Corbel" w:cs="Times New Roman"/>
              </w:rPr>
              <w:t>techniki komunikacyjne i sprawnie porozumiewa się przy ich użyciu w kontakcie z podopiecznymi, klientami i innymi specjalistami w zakresie diagnozy i pomocy psychologicznej i innymi podmiotami</w:t>
            </w:r>
            <w:r w:rsidR="00BF56EF">
              <w:rPr>
                <w:rFonts w:ascii="Corbel" w:hAnsi="Corbel" w:cs="Times New Roman"/>
              </w:rPr>
              <w:t xml:space="preserve">; </w:t>
            </w:r>
            <w:r w:rsidR="00186596" w:rsidRPr="00FA5D8E">
              <w:rPr>
                <w:rFonts w:ascii="Corbel" w:hAnsi="Corbel" w:cs="Times New Roman"/>
                <w:color w:val="auto"/>
              </w:rPr>
              <w:t>posługuje się właściwą terminologią komunikując wiedzę z zakresu syndromu FASD</w:t>
            </w:r>
            <w:r w:rsidRPr="00FA5D8E">
              <w:rPr>
                <w:rFonts w:ascii="Corbel" w:hAnsi="Corbel" w:cs="Times New Roman"/>
                <w:color w:val="auto"/>
              </w:rPr>
              <w:t xml:space="preserve"> </w:t>
            </w:r>
            <w:r w:rsidR="003B7047" w:rsidRPr="00FA5D8E">
              <w:rPr>
                <w:rFonts w:ascii="Corbel" w:hAnsi="Corbel" w:cs="Times New Roman"/>
                <w:color w:val="auto"/>
              </w:rPr>
              <w:t>i udziela informacji z procesu diagnostycznego</w:t>
            </w:r>
          </w:p>
        </w:tc>
        <w:tc>
          <w:tcPr>
            <w:tcW w:w="1864" w:type="dxa"/>
          </w:tcPr>
          <w:p w14:paraId="09D682EE" w14:textId="4F04820E" w:rsidR="00186596" w:rsidRPr="00FA5D8E" w:rsidRDefault="00CA0F3B" w:rsidP="00BF56EF">
            <w:pPr>
              <w:pStyle w:val="Default"/>
              <w:jc w:val="center"/>
              <w:rPr>
                <w:rFonts w:ascii="Corbel" w:hAnsi="Corbel" w:cs="Times New Roman"/>
                <w:smallCaps/>
                <w:color w:val="auto"/>
              </w:rPr>
            </w:pPr>
            <w:r w:rsidRPr="00FA5D8E">
              <w:rPr>
                <w:rFonts w:ascii="Corbel" w:hAnsi="Corbel" w:cs="Times New Roman"/>
                <w:smallCaps/>
                <w:color w:val="auto"/>
              </w:rPr>
              <w:t>K</w:t>
            </w:r>
            <w:r w:rsidRPr="00FA5D8E">
              <w:rPr>
                <w:rFonts w:ascii="Corbel" w:hAnsi="Corbel" w:cs="Times New Roman"/>
                <w:smallCaps/>
                <w:color w:val="auto"/>
              </w:rPr>
              <w:softHyphen/>
              <w:t>_U</w:t>
            </w:r>
            <w:r w:rsidRPr="00FA5D8E">
              <w:rPr>
                <w:rFonts w:ascii="Corbel" w:hAnsi="Corbel" w:cs="Times New Roman"/>
                <w:smallCaps/>
                <w:color w:val="auto"/>
              </w:rPr>
              <w:softHyphen/>
            </w:r>
            <w:r w:rsidR="00186596" w:rsidRPr="00FA5D8E">
              <w:rPr>
                <w:rFonts w:ascii="Corbel" w:hAnsi="Corbel" w:cs="Times New Roman"/>
                <w:smallCaps/>
                <w:color w:val="auto"/>
              </w:rPr>
              <w:t>03</w:t>
            </w:r>
          </w:p>
        </w:tc>
      </w:tr>
      <w:tr w:rsidR="004C0D5D" w:rsidRPr="00FA5D8E" w14:paraId="314642FB" w14:textId="77777777" w:rsidTr="008E7B4A">
        <w:tc>
          <w:tcPr>
            <w:tcW w:w="1690" w:type="dxa"/>
          </w:tcPr>
          <w:p w14:paraId="2DC92D2B" w14:textId="77777777" w:rsidR="004C0D5D" w:rsidRPr="00FA5D8E" w:rsidRDefault="00854A58" w:rsidP="008E7B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C44D2" w:rsidRPr="00FA5D8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6A69D122" w14:textId="6902DC45" w:rsidR="009D0EDC" w:rsidRPr="00FA5D8E" w:rsidRDefault="009D0EDC" w:rsidP="008E7B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66" w:type="dxa"/>
          </w:tcPr>
          <w:p w14:paraId="7888F6CA" w14:textId="4E40D074" w:rsidR="004C0D5D" w:rsidRPr="00FA5D8E" w:rsidRDefault="009D0EDC" w:rsidP="009D0EDC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A5D8E">
              <w:rPr>
                <w:rFonts w:ascii="Corbel" w:hAnsi="Corbel" w:cs="Times New Roman"/>
                <w:color w:val="auto"/>
              </w:rPr>
              <w:t>jest gotów</w:t>
            </w:r>
            <w:r w:rsidR="00E47426" w:rsidRPr="00FA5D8E">
              <w:rPr>
                <w:rFonts w:ascii="Corbel" w:hAnsi="Corbel" w:cs="Times New Roman"/>
                <w:color w:val="auto"/>
              </w:rPr>
              <w:t xml:space="preserve"> do</w:t>
            </w:r>
            <w:r w:rsidRPr="00FA5D8E">
              <w:rPr>
                <w:rFonts w:ascii="Corbel" w:hAnsi="Corbel" w:cs="Times New Roman"/>
                <w:color w:val="auto"/>
              </w:rPr>
              <w:t xml:space="preserve"> zachowań profesjonalnych wynikających z podejmowanej działalności naukowej, diagnostycznej, profilaktycznej i terapeutycznej w pracy z pacjentem z syndromem FASD </w:t>
            </w:r>
          </w:p>
        </w:tc>
        <w:tc>
          <w:tcPr>
            <w:tcW w:w="1864" w:type="dxa"/>
          </w:tcPr>
          <w:p w14:paraId="6FB73224" w14:textId="77777777" w:rsidR="004C0D5D" w:rsidRPr="00FA5D8E" w:rsidRDefault="00CA0F3B" w:rsidP="00BF56E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A5D8E">
              <w:rPr>
                <w:rFonts w:ascii="Corbel" w:hAnsi="Corbel" w:cs="Times New Roman"/>
                <w:color w:val="auto"/>
              </w:rPr>
              <w:t>K_K</w:t>
            </w:r>
            <w:r w:rsidR="00E37660" w:rsidRPr="00FA5D8E">
              <w:rPr>
                <w:rFonts w:ascii="Corbel" w:hAnsi="Corbel" w:cs="Times New Roman"/>
                <w:color w:val="auto"/>
              </w:rPr>
              <w:t>03</w:t>
            </w:r>
          </w:p>
          <w:p w14:paraId="3970A3BC" w14:textId="749D837A" w:rsidR="003B7047" w:rsidRPr="00FA5D8E" w:rsidRDefault="003B7047" w:rsidP="00BF56E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A5D8E">
              <w:rPr>
                <w:rFonts w:ascii="Corbel" w:hAnsi="Corbel" w:cs="Times New Roman"/>
                <w:color w:val="auto"/>
              </w:rPr>
              <w:t>K_K08</w:t>
            </w:r>
          </w:p>
        </w:tc>
      </w:tr>
    </w:tbl>
    <w:p w14:paraId="7FEA6626" w14:textId="77777777" w:rsidR="001D7B54" w:rsidRPr="00FA5D8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A0D33B" w14:textId="77777777" w:rsidR="00BF56EF" w:rsidRDefault="0085747A" w:rsidP="00D7758F">
      <w:pPr>
        <w:pStyle w:val="Akapitzlist"/>
        <w:numPr>
          <w:ilvl w:val="1"/>
          <w:numId w:val="4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FA5D8E">
        <w:rPr>
          <w:rFonts w:ascii="Corbel" w:hAnsi="Corbel"/>
          <w:b/>
          <w:sz w:val="24"/>
          <w:szCs w:val="24"/>
        </w:rPr>
        <w:t>T</w:t>
      </w:r>
      <w:r w:rsidR="001D7B54" w:rsidRPr="00FA5D8E">
        <w:rPr>
          <w:rFonts w:ascii="Corbel" w:hAnsi="Corbel"/>
          <w:b/>
          <w:sz w:val="24"/>
          <w:szCs w:val="24"/>
        </w:rPr>
        <w:t xml:space="preserve">reści programowe </w:t>
      </w:r>
    </w:p>
    <w:p w14:paraId="4EC3F13A" w14:textId="6810FC02" w:rsidR="0085747A" w:rsidRPr="00FA5D8E" w:rsidRDefault="007327BD" w:rsidP="00D7758F">
      <w:pPr>
        <w:pStyle w:val="Akapitzlist"/>
        <w:numPr>
          <w:ilvl w:val="1"/>
          <w:numId w:val="4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FA5D8E">
        <w:rPr>
          <w:rFonts w:ascii="Corbel" w:hAnsi="Corbel"/>
          <w:sz w:val="24"/>
          <w:szCs w:val="24"/>
        </w:rPr>
        <w:t xml:space="preserve">  </w:t>
      </w:r>
    </w:p>
    <w:p w14:paraId="14408181" w14:textId="72B8CE60" w:rsidR="00D7758F" w:rsidRPr="00FA5D8E" w:rsidRDefault="00D7758F" w:rsidP="00D44AE9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bCs/>
          <w:sz w:val="24"/>
          <w:szCs w:val="24"/>
        </w:rPr>
      </w:pPr>
      <w:r w:rsidRPr="00FA5D8E">
        <w:rPr>
          <w:rFonts w:ascii="Corbel" w:hAnsi="Corbel"/>
          <w:bCs/>
          <w:sz w:val="24"/>
          <w:szCs w:val="24"/>
        </w:rPr>
        <w:t>Problematyka wykładu</w:t>
      </w:r>
    </w:p>
    <w:p w14:paraId="3A4B383A" w14:textId="0D355D61" w:rsidR="00D44AE9" w:rsidRPr="00FA5D8E" w:rsidRDefault="00D44AE9" w:rsidP="00D44AE9">
      <w:pPr>
        <w:pStyle w:val="Akapitzlist"/>
        <w:spacing w:line="240" w:lineRule="auto"/>
        <w:ind w:left="786"/>
        <w:jc w:val="both"/>
        <w:rPr>
          <w:rFonts w:ascii="Corbel" w:hAnsi="Corbel"/>
          <w:bCs/>
          <w:sz w:val="24"/>
          <w:szCs w:val="24"/>
        </w:rPr>
      </w:pPr>
      <w:r w:rsidRPr="00FA5D8E">
        <w:rPr>
          <w:rFonts w:ascii="Corbel" w:hAnsi="Corbel"/>
          <w:bCs/>
          <w:sz w:val="24"/>
          <w:szCs w:val="24"/>
        </w:rPr>
        <w:t>Treści merytoryczne</w:t>
      </w:r>
    </w:p>
    <w:p w14:paraId="6999E0DC" w14:textId="59C9E42B" w:rsidR="0085747A" w:rsidRPr="00FA5D8E" w:rsidRDefault="00D7758F" w:rsidP="00D7758F">
      <w:pPr>
        <w:spacing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FA5D8E">
        <w:rPr>
          <w:rFonts w:ascii="Corbel" w:hAnsi="Corbel"/>
          <w:bCs/>
          <w:sz w:val="24"/>
          <w:szCs w:val="24"/>
        </w:rPr>
        <w:t xml:space="preserve">       B. </w:t>
      </w:r>
      <w:r w:rsidR="0085747A" w:rsidRPr="00FA5D8E">
        <w:rPr>
          <w:rFonts w:ascii="Corbel" w:hAnsi="Corbel"/>
          <w:bCs/>
          <w:sz w:val="24"/>
          <w:szCs w:val="24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B6BAE" w:rsidRPr="00FA5D8E" w14:paraId="71BA15D0" w14:textId="77777777" w:rsidTr="00F02944">
        <w:tc>
          <w:tcPr>
            <w:tcW w:w="9520" w:type="dxa"/>
          </w:tcPr>
          <w:p w14:paraId="4F5457D3" w14:textId="77777777" w:rsidR="0085747A" w:rsidRPr="00FA5D8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A5D8E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>Treści merytoryczne</w:t>
            </w:r>
          </w:p>
        </w:tc>
      </w:tr>
      <w:tr w:rsidR="009B6BAE" w:rsidRPr="00FA5D8E" w14:paraId="4E5E37E6" w14:textId="77777777" w:rsidTr="00F02944">
        <w:tc>
          <w:tcPr>
            <w:tcW w:w="9520" w:type="dxa"/>
          </w:tcPr>
          <w:p w14:paraId="0624D724" w14:textId="2AD47DF7" w:rsidR="00F02944" w:rsidRPr="00FA5D8E" w:rsidRDefault="00F02944" w:rsidP="008C44D2">
            <w:pPr>
              <w:spacing w:after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FA5D8E">
              <w:rPr>
                <w:rFonts w:ascii="Corbel" w:hAnsi="Corbel"/>
                <w:noProof/>
                <w:sz w:val="24"/>
                <w:szCs w:val="24"/>
              </w:rPr>
              <w:t xml:space="preserve">FASD </w:t>
            </w:r>
            <w:r w:rsidR="003B7047" w:rsidRPr="00FA5D8E">
              <w:rPr>
                <w:rFonts w:ascii="Corbel" w:hAnsi="Corbel"/>
                <w:noProof/>
                <w:sz w:val="24"/>
                <w:szCs w:val="24"/>
              </w:rPr>
              <w:t xml:space="preserve">- </w:t>
            </w:r>
            <w:r w:rsidRPr="00FA5D8E">
              <w:rPr>
                <w:rFonts w:ascii="Corbel" w:hAnsi="Corbel"/>
                <w:noProof/>
                <w:sz w:val="24"/>
                <w:szCs w:val="24"/>
              </w:rPr>
              <w:t>kwestie definicyjne i terminologiczne</w:t>
            </w:r>
            <w:r w:rsidR="00BF56EF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</w:tc>
      </w:tr>
      <w:tr w:rsidR="009B6BAE" w:rsidRPr="00FA5D8E" w14:paraId="22C0DB07" w14:textId="77777777" w:rsidTr="00F02944">
        <w:tc>
          <w:tcPr>
            <w:tcW w:w="9520" w:type="dxa"/>
          </w:tcPr>
          <w:p w14:paraId="0F9358C3" w14:textId="34F12634" w:rsidR="00F02944" w:rsidRPr="00FA5D8E" w:rsidRDefault="00F02944" w:rsidP="008C44D2">
            <w:pPr>
              <w:spacing w:after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FA5D8E">
              <w:rPr>
                <w:rFonts w:ascii="Corbel" w:hAnsi="Corbel"/>
                <w:noProof/>
                <w:sz w:val="24"/>
                <w:szCs w:val="24"/>
              </w:rPr>
              <w:t>Terminologia i klasyfikacje zaburzeń OUN w FASD</w:t>
            </w:r>
            <w:r w:rsidR="00BF56EF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</w:tc>
      </w:tr>
      <w:tr w:rsidR="009B6BAE" w:rsidRPr="00FA5D8E" w14:paraId="0B2B5308" w14:textId="77777777" w:rsidTr="00F02944">
        <w:tc>
          <w:tcPr>
            <w:tcW w:w="9520" w:type="dxa"/>
          </w:tcPr>
          <w:p w14:paraId="5B9F5922" w14:textId="22535895" w:rsidR="00F02944" w:rsidRPr="00FA5D8E" w:rsidRDefault="00F02944" w:rsidP="00077490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Zaburzenia więzi i przywiązania a FASD</w:t>
            </w:r>
            <w:r w:rsidR="00BF56E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6BAE" w:rsidRPr="00FA5D8E" w14:paraId="3062FA13" w14:textId="77777777" w:rsidTr="00F02944">
        <w:tc>
          <w:tcPr>
            <w:tcW w:w="9520" w:type="dxa"/>
          </w:tcPr>
          <w:p w14:paraId="181D200B" w14:textId="727A0EBD" w:rsidR="00F02944" w:rsidRPr="00FA5D8E" w:rsidRDefault="00F02944" w:rsidP="00077490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Testy psychologiczne jako narzędzia diagnostyczne w zespole FASD</w:t>
            </w:r>
            <w:r w:rsidR="00BF56E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6BAE" w:rsidRPr="00FA5D8E" w14:paraId="5CDAB37D" w14:textId="77777777" w:rsidTr="00F02944">
        <w:tc>
          <w:tcPr>
            <w:tcW w:w="9520" w:type="dxa"/>
          </w:tcPr>
          <w:p w14:paraId="0AE3B671" w14:textId="05938A8D" w:rsidR="0085747A" w:rsidRPr="00FA5D8E" w:rsidRDefault="009D51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Wywiad jako narzędzie diagnostyczne, ćwiczenie wywiadu na temat problemów alkoholowych, kontakt i wywiad z biologiczna matką dziecka z podejrzeniem FASD.</w:t>
            </w:r>
          </w:p>
        </w:tc>
      </w:tr>
      <w:tr w:rsidR="009B6BAE" w:rsidRPr="00FA5D8E" w14:paraId="119668E6" w14:textId="77777777" w:rsidTr="00F02944">
        <w:tc>
          <w:tcPr>
            <w:tcW w:w="9520" w:type="dxa"/>
          </w:tcPr>
          <w:p w14:paraId="4D24A338" w14:textId="4F9454DB" w:rsidR="0085747A" w:rsidRPr="00FA5D8E" w:rsidRDefault="009D51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Wykorzystanie testu WISC -V</w:t>
            </w:r>
            <w:r w:rsidR="00BF56E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6BAE" w:rsidRPr="00FA5D8E" w14:paraId="6D6F6BB4" w14:textId="77777777" w:rsidTr="00F02944">
        <w:tc>
          <w:tcPr>
            <w:tcW w:w="9520" w:type="dxa"/>
          </w:tcPr>
          <w:p w14:paraId="5242F2F4" w14:textId="08883A7E" w:rsidR="0085747A" w:rsidRPr="00FA5D8E" w:rsidRDefault="000A5C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Problemy emocjonalne i kierunki pomocy dzieciom z FASD</w:t>
            </w:r>
            <w:r w:rsidR="00BF56E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83DC43" w14:textId="77777777" w:rsidR="0085747A" w:rsidRPr="00FA5D8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2418DC" w14:textId="39CB9CB2" w:rsidR="0085747A" w:rsidRPr="00FA5D8E" w:rsidRDefault="009F4610" w:rsidP="009D0ED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5D8E">
        <w:rPr>
          <w:rFonts w:ascii="Corbel" w:hAnsi="Corbel"/>
          <w:smallCaps w:val="0"/>
          <w:szCs w:val="24"/>
        </w:rPr>
        <w:t>3.4 Metody dydaktyczne</w:t>
      </w:r>
      <w:r w:rsidRPr="00FA5D8E">
        <w:rPr>
          <w:rFonts w:ascii="Corbel" w:hAnsi="Corbel"/>
          <w:b w:val="0"/>
          <w:smallCaps w:val="0"/>
          <w:szCs w:val="24"/>
        </w:rPr>
        <w:t xml:space="preserve"> </w:t>
      </w:r>
    </w:p>
    <w:p w14:paraId="1EDA90A8" w14:textId="16DC6780" w:rsidR="0085747A" w:rsidRPr="00FA5D8E" w:rsidRDefault="00C25095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A5D8E">
        <w:rPr>
          <w:rFonts w:ascii="Corbel" w:hAnsi="Corbel"/>
          <w:b w:val="0"/>
          <w:smallCaps w:val="0"/>
          <w:szCs w:val="24"/>
        </w:rPr>
        <w:t>Ćwiczenia: w</w:t>
      </w:r>
      <w:r w:rsidR="00B56E1F" w:rsidRPr="00FA5D8E">
        <w:rPr>
          <w:rFonts w:ascii="Corbel" w:hAnsi="Corbel"/>
          <w:b w:val="0"/>
          <w:smallCaps w:val="0"/>
          <w:szCs w:val="24"/>
        </w:rPr>
        <w:t>ykład z prezentacją multimedialną</w:t>
      </w:r>
      <w:r w:rsidR="00195310" w:rsidRPr="00FA5D8E">
        <w:rPr>
          <w:rFonts w:ascii="Corbel" w:hAnsi="Corbel"/>
          <w:b w:val="0"/>
          <w:smallCaps w:val="0"/>
          <w:szCs w:val="24"/>
        </w:rPr>
        <w:t>, dyskusja w grupach</w:t>
      </w:r>
    </w:p>
    <w:p w14:paraId="41EC439D" w14:textId="77777777" w:rsidR="00E960BB" w:rsidRPr="00FA5D8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EABBEC" w14:textId="77777777" w:rsidR="0085747A" w:rsidRPr="00FA5D8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5D8E">
        <w:rPr>
          <w:rFonts w:ascii="Corbel" w:hAnsi="Corbel"/>
          <w:smallCaps w:val="0"/>
          <w:szCs w:val="24"/>
        </w:rPr>
        <w:t xml:space="preserve">4. </w:t>
      </w:r>
      <w:r w:rsidR="0085747A" w:rsidRPr="00FA5D8E">
        <w:rPr>
          <w:rFonts w:ascii="Corbel" w:hAnsi="Corbel"/>
          <w:smallCaps w:val="0"/>
          <w:szCs w:val="24"/>
        </w:rPr>
        <w:t>METODY I KRYTERIA OCENY</w:t>
      </w:r>
      <w:r w:rsidR="009F4610" w:rsidRPr="00FA5D8E">
        <w:rPr>
          <w:rFonts w:ascii="Corbel" w:hAnsi="Corbel"/>
          <w:smallCaps w:val="0"/>
          <w:szCs w:val="24"/>
        </w:rPr>
        <w:t xml:space="preserve"> </w:t>
      </w:r>
    </w:p>
    <w:p w14:paraId="0B381711" w14:textId="77777777" w:rsidR="00923D7D" w:rsidRPr="00FA5D8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D9A1D9" w14:textId="77777777" w:rsidR="0085747A" w:rsidRPr="00FA5D8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5D8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5D8E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B6BAE" w:rsidRPr="00FA5D8E" w14:paraId="5612E398" w14:textId="77777777" w:rsidTr="00F02944">
        <w:tc>
          <w:tcPr>
            <w:tcW w:w="1962" w:type="dxa"/>
            <w:vAlign w:val="center"/>
          </w:tcPr>
          <w:p w14:paraId="70DCFA80" w14:textId="77777777" w:rsidR="0085747A" w:rsidRPr="00FA5D8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882E354" w14:textId="77777777" w:rsidR="0085747A" w:rsidRPr="00FA5D8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>Metody oceny efektów uczenia sie</w:t>
            </w:r>
          </w:p>
          <w:p w14:paraId="0057FDD6" w14:textId="77777777" w:rsidR="0085747A" w:rsidRPr="00FA5D8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FA5D8E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AB1B8EF" w14:textId="77777777" w:rsidR="00923D7D" w:rsidRPr="00FA5D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107987" w14:textId="77777777" w:rsidR="0085747A" w:rsidRPr="00FA5D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B6BAE" w:rsidRPr="00FA5D8E" w14:paraId="310B68A6" w14:textId="77777777" w:rsidTr="00F02944">
        <w:tc>
          <w:tcPr>
            <w:tcW w:w="1962" w:type="dxa"/>
          </w:tcPr>
          <w:p w14:paraId="2DB216DC" w14:textId="77777777" w:rsidR="00B0496C" w:rsidRPr="00FA5D8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Hlk115101467"/>
            <w:r w:rsidRPr="00FA5D8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423CB31" w14:textId="2F8F49C7" w:rsidR="00B0496C" w:rsidRPr="00FA5D8E" w:rsidRDefault="00BF56EF" w:rsidP="00D967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praca zaliczeniowa w formie prezentacji</w:t>
            </w:r>
          </w:p>
        </w:tc>
        <w:tc>
          <w:tcPr>
            <w:tcW w:w="2117" w:type="dxa"/>
          </w:tcPr>
          <w:p w14:paraId="0C36E567" w14:textId="0180D7DC" w:rsidR="00B0496C" w:rsidRPr="00FA5D8E" w:rsidRDefault="007F0AE0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F0AE0" w:rsidRPr="00FA5D8E" w14:paraId="4C7DF8DE" w14:textId="77777777" w:rsidTr="00F02944">
        <w:tc>
          <w:tcPr>
            <w:tcW w:w="1962" w:type="dxa"/>
          </w:tcPr>
          <w:p w14:paraId="1DBA860B" w14:textId="77777777" w:rsidR="007F0AE0" w:rsidRPr="00FA5D8E" w:rsidRDefault="007F0AE0" w:rsidP="007F0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B51064" w14:textId="67546D74" w:rsidR="007F0AE0" w:rsidRPr="00FA5D8E" w:rsidRDefault="00BF56EF" w:rsidP="007F0A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praca zaliczeniowa w formie prezentacji</w:t>
            </w:r>
          </w:p>
        </w:tc>
        <w:tc>
          <w:tcPr>
            <w:tcW w:w="2117" w:type="dxa"/>
          </w:tcPr>
          <w:p w14:paraId="18428F3E" w14:textId="2773B9CE" w:rsidR="007F0AE0" w:rsidRPr="00FA5D8E" w:rsidRDefault="007F0AE0" w:rsidP="007F0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F0AE0" w:rsidRPr="00FA5D8E" w14:paraId="17156572" w14:textId="77777777" w:rsidTr="00F02944">
        <w:tc>
          <w:tcPr>
            <w:tcW w:w="1962" w:type="dxa"/>
          </w:tcPr>
          <w:p w14:paraId="17C13118" w14:textId="77777777" w:rsidR="007F0AE0" w:rsidRPr="00FA5D8E" w:rsidRDefault="007F0AE0" w:rsidP="007F0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9853464" w14:textId="663FC08E" w:rsidR="007F0AE0" w:rsidRPr="00FA5D8E" w:rsidRDefault="00BF56EF" w:rsidP="007F0A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praca zaliczeniowa w formie prezentacji</w:t>
            </w:r>
          </w:p>
        </w:tc>
        <w:tc>
          <w:tcPr>
            <w:tcW w:w="2117" w:type="dxa"/>
          </w:tcPr>
          <w:p w14:paraId="3637D5E4" w14:textId="6409C2B6" w:rsidR="007F0AE0" w:rsidRPr="00FA5D8E" w:rsidRDefault="007F0AE0" w:rsidP="007F0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F0AE0" w:rsidRPr="00FA5D8E" w14:paraId="41B6DBE8" w14:textId="77777777" w:rsidTr="00F0294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D6F5" w14:textId="054FD421" w:rsidR="007F0AE0" w:rsidRPr="00FA5D8E" w:rsidRDefault="007F0AE0" w:rsidP="007F0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6924" w14:textId="12B79D76" w:rsidR="007F0AE0" w:rsidRPr="00FA5D8E" w:rsidRDefault="00BF56EF" w:rsidP="007F0A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praca zaliczeniowa w formie prezentacji,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78E7" w14:textId="703E6441" w:rsidR="007F0AE0" w:rsidRPr="00FA5D8E" w:rsidRDefault="007F0AE0" w:rsidP="007F0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F0AE0" w:rsidRPr="00FA5D8E" w14:paraId="0C990EBD" w14:textId="77777777" w:rsidTr="00F0294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30A5" w14:textId="54C43C96" w:rsidR="007F0AE0" w:rsidRPr="00FA5D8E" w:rsidRDefault="007F0AE0" w:rsidP="007F0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E9DC" w14:textId="40A0E6F9" w:rsidR="007F0AE0" w:rsidRPr="00FA5D8E" w:rsidRDefault="00BF56EF" w:rsidP="007F0A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 xml:space="preserve">praca zaliczeniowa w formie prezentacji, obserwacja w trakcie zajęć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4E13" w14:textId="1B3CBF7E" w:rsidR="007F0AE0" w:rsidRPr="00FA5D8E" w:rsidRDefault="007F0AE0" w:rsidP="007F0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bookmarkEnd w:id="0"/>
    </w:tbl>
    <w:p w14:paraId="1EDBDF99" w14:textId="77777777" w:rsidR="00923D7D" w:rsidRPr="00FA5D8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1DA57B" w14:textId="77777777" w:rsidR="0085747A" w:rsidRPr="00FA5D8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5D8E">
        <w:rPr>
          <w:rFonts w:ascii="Corbel" w:hAnsi="Corbel"/>
          <w:smallCaps w:val="0"/>
          <w:szCs w:val="24"/>
        </w:rPr>
        <w:t xml:space="preserve">4.2 </w:t>
      </w:r>
      <w:r w:rsidR="0085747A" w:rsidRPr="00FA5D8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A5D8E">
        <w:rPr>
          <w:rFonts w:ascii="Corbel" w:hAnsi="Corbel"/>
          <w:smallCaps w:val="0"/>
          <w:szCs w:val="24"/>
        </w:rPr>
        <w:t xml:space="preserve"> </w:t>
      </w:r>
    </w:p>
    <w:p w14:paraId="3E918E51" w14:textId="77777777" w:rsidR="00E47426" w:rsidRPr="00FA5D8E" w:rsidRDefault="000A5CA0" w:rsidP="00E47426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Cs w:val="24"/>
        </w:rPr>
      </w:pPr>
      <w:r w:rsidRPr="00FA5D8E">
        <w:rPr>
          <w:rFonts w:ascii="Corbel" w:hAnsi="Corbel"/>
          <w:b w:val="0"/>
          <w:smallCaps w:val="0"/>
          <w:szCs w:val="24"/>
        </w:rPr>
        <w:t>Warunkiem zaliczenia ćwiczeń jest obecność na zajęciach (dopuszczalna jedna nieobecność nieusprawiedliwion</w:t>
      </w:r>
      <w:r w:rsidR="00D7758F" w:rsidRPr="00FA5D8E">
        <w:rPr>
          <w:rFonts w:ascii="Corbel" w:hAnsi="Corbel"/>
          <w:b w:val="0"/>
          <w:smallCaps w:val="0"/>
          <w:szCs w:val="24"/>
        </w:rPr>
        <w:t>a</w:t>
      </w:r>
      <w:r w:rsidRPr="00FA5D8E">
        <w:rPr>
          <w:rFonts w:ascii="Corbel" w:hAnsi="Corbel"/>
          <w:b w:val="0"/>
          <w:smallCaps w:val="0"/>
          <w:szCs w:val="24"/>
        </w:rPr>
        <w:t xml:space="preserve"> na ćwiczeniach</w:t>
      </w:r>
      <w:r w:rsidR="007F0AE0" w:rsidRPr="00FA5D8E">
        <w:rPr>
          <w:rFonts w:ascii="Corbel" w:hAnsi="Corbel"/>
          <w:b w:val="0"/>
          <w:smallCaps w:val="0"/>
          <w:szCs w:val="24"/>
        </w:rPr>
        <w:t>)</w:t>
      </w:r>
      <w:r w:rsidR="00B748FA" w:rsidRPr="00FA5D8E">
        <w:rPr>
          <w:rFonts w:ascii="Corbel" w:hAnsi="Corbel"/>
          <w:b w:val="0"/>
          <w:smallCaps w:val="0"/>
          <w:szCs w:val="24"/>
        </w:rPr>
        <w:t xml:space="preserve"> </w:t>
      </w:r>
      <w:r w:rsidR="007F0AE0" w:rsidRPr="00FA5D8E">
        <w:rPr>
          <w:rFonts w:ascii="Corbel" w:hAnsi="Corbel"/>
          <w:b w:val="0"/>
          <w:smallCaps w:val="0"/>
          <w:szCs w:val="24"/>
        </w:rPr>
        <w:t>oraz</w:t>
      </w:r>
      <w:r w:rsidR="00E47426" w:rsidRPr="00FA5D8E">
        <w:rPr>
          <w:rFonts w:ascii="Corbel" w:hAnsi="Corbel"/>
          <w:b w:val="0"/>
          <w:smallCaps w:val="0"/>
          <w:szCs w:val="24"/>
        </w:rPr>
        <w:t>:</w:t>
      </w:r>
    </w:p>
    <w:p w14:paraId="7946FFB3" w14:textId="194A166B" w:rsidR="009B53BB" w:rsidRPr="00FA5D8E" w:rsidRDefault="00E47426" w:rsidP="00E47426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Cs w:val="24"/>
        </w:rPr>
      </w:pPr>
      <w:r w:rsidRPr="00FA5D8E">
        <w:rPr>
          <w:rFonts w:ascii="Corbel" w:hAnsi="Corbel"/>
          <w:b w:val="0"/>
          <w:smallCaps w:val="0"/>
          <w:szCs w:val="24"/>
        </w:rPr>
        <w:t xml:space="preserve">- </w:t>
      </w:r>
      <w:r w:rsidR="007F0AE0" w:rsidRPr="00FA5D8E">
        <w:rPr>
          <w:rFonts w:ascii="Corbel" w:hAnsi="Corbel"/>
          <w:b w:val="0"/>
          <w:smallCaps w:val="0"/>
          <w:szCs w:val="24"/>
        </w:rPr>
        <w:t>wykonanie</w:t>
      </w:r>
      <w:r w:rsidR="000A5CA0" w:rsidRPr="00FA5D8E">
        <w:rPr>
          <w:rFonts w:ascii="Corbel" w:hAnsi="Corbel"/>
          <w:b w:val="0"/>
          <w:smallCaps w:val="0"/>
          <w:szCs w:val="24"/>
        </w:rPr>
        <w:t xml:space="preserve"> prezentacji multimedialnej</w:t>
      </w:r>
      <w:r w:rsidR="007F0AE0" w:rsidRPr="00FA5D8E">
        <w:rPr>
          <w:rFonts w:ascii="Corbel" w:hAnsi="Corbel"/>
          <w:b w:val="0"/>
          <w:smallCaps w:val="0"/>
          <w:szCs w:val="24"/>
        </w:rPr>
        <w:t>,</w:t>
      </w:r>
      <w:r w:rsidR="000A5CA0" w:rsidRPr="00FA5D8E">
        <w:rPr>
          <w:rFonts w:ascii="Corbel" w:hAnsi="Corbel"/>
          <w:b w:val="0"/>
          <w:smallCaps w:val="0"/>
          <w:szCs w:val="24"/>
        </w:rPr>
        <w:t xml:space="preserve"> będącej wynikiem przyswojenia treści przedstawionych w trakcie </w:t>
      </w:r>
      <w:r w:rsidR="007F0AE0" w:rsidRPr="00FA5D8E">
        <w:rPr>
          <w:rFonts w:ascii="Corbel" w:hAnsi="Corbel"/>
          <w:b w:val="0"/>
          <w:smallCaps w:val="0"/>
          <w:szCs w:val="24"/>
        </w:rPr>
        <w:t>zajęć</w:t>
      </w:r>
      <w:r w:rsidR="000A5CA0" w:rsidRPr="00FA5D8E">
        <w:rPr>
          <w:rFonts w:ascii="Corbel" w:hAnsi="Corbel"/>
          <w:b w:val="0"/>
          <w:smallCaps w:val="0"/>
          <w:szCs w:val="24"/>
        </w:rPr>
        <w:t xml:space="preserve"> oraz pogłębionych w efekcie pracy własnej studenta. </w:t>
      </w:r>
    </w:p>
    <w:p w14:paraId="32C71861" w14:textId="569B8548" w:rsidR="00E47426" w:rsidRPr="00FA5D8E" w:rsidRDefault="00E47426" w:rsidP="00E47426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Cs w:val="24"/>
        </w:rPr>
      </w:pPr>
      <w:r w:rsidRPr="00FA5D8E">
        <w:rPr>
          <w:rFonts w:ascii="Corbel" w:hAnsi="Corbel"/>
          <w:b w:val="0"/>
          <w:smallCaps w:val="0"/>
          <w:szCs w:val="24"/>
        </w:rPr>
        <w:t xml:space="preserve">- przedstawienie 1 studium przypadku – przygotowanie diagnozy dziecka, wraz ze wskazówkami do pracy terapeutycznej. </w:t>
      </w:r>
    </w:p>
    <w:p w14:paraId="5B8FBDFE" w14:textId="39B24CF7" w:rsidR="00D7758F" w:rsidRPr="00FA5D8E" w:rsidRDefault="00D7758F" w:rsidP="00E47426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szCs w:val="24"/>
        </w:rPr>
      </w:pPr>
      <w:r w:rsidRPr="00FA5D8E">
        <w:rPr>
          <w:rFonts w:ascii="Corbel" w:hAnsi="Corbel"/>
          <w:b w:val="0"/>
          <w:smallCaps w:val="0"/>
          <w:szCs w:val="24"/>
        </w:rPr>
        <w:t>Ocena wg skali:</w:t>
      </w:r>
    </w:p>
    <w:p w14:paraId="3478930A" w14:textId="77777777" w:rsidR="00D7758F" w:rsidRPr="00FA5D8E" w:rsidRDefault="00D7758F" w:rsidP="00D775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5D8E">
        <w:rPr>
          <w:rFonts w:ascii="Corbel" w:hAnsi="Corbel"/>
          <w:b w:val="0"/>
          <w:smallCaps w:val="0"/>
          <w:szCs w:val="24"/>
        </w:rPr>
        <w:t xml:space="preserve">5.0 – wykazuje znajomość treści kształcenia na poziomie 93%-100% (znakomita wiedza) </w:t>
      </w:r>
    </w:p>
    <w:p w14:paraId="10ADB157" w14:textId="77777777" w:rsidR="00D7758F" w:rsidRPr="00FA5D8E" w:rsidRDefault="00D7758F" w:rsidP="00D775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5D8E">
        <w:rPr>
          <w:rFonts w:ascii="Corbel" w:hAnsi="Corbel"/>
          <w:b w:val="0"/>
          <w:smallCaps w:val="0"/>
          <w:szCs w:val="24"/>
        </w:rPr>
        <w:t xml:space="preserve">4.5 – wykazuje znajomość treści kształcenia na poziomie 85%-92% (bardzo dobry poziom wiedzy </w:t>
      </w:r>
    </w:p>
    <w:p w14:paraId="72790DC0" w14:textId="77777777" w:rsidR="00D7758F" w:rsidRPr="00FA5D8E" w:rsidRDefault="00D7758F" w:rsidP="00D775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5D8E">
        <w:rPr>
          <w:rFonts w:ascii="Corbel" w:hAnsi="Corbel"/>
          <w:b w:val="0"/>
          <w:smallCaps w:val="0"/>
          <w:szCs w:val="24"/>
        </w:rPr>
        <w:t xml:space="preserve">z drobnymi błędami) </w:t>
      </w:r>
    </w:p>
    <w:p w14:paraId="291172F7" w14:textId="77777777" w:rsidR="00D7758F" w:rsidRPr="00FA5D8E" w:rsidRDefault="00D7758F" w:rsidP="00D775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5D8E">
        <w:rPr>
          <w:rFonts w:ascii="Corbel" w:hAnsi="Corbel"/>
          <w:b w:val="0"/>
          <w:smallCaps w:val="0"/>
          <w:szCs w:val="24"/>
        </w:rPr>
        <w:t xml:space="preserve">4.0 – wykazuje znajomość treści kształcenia na poziomie 77-84% (dobry poziom wiedzy, z pewnymi </w:t>
      </w:r>
    </w:p>
    <w:p w14:paraId="1D743D15" w14:textId="77777777" w:rsidR="00D7758F" w:rsidRPr="00FA5D8E" w:rsidRDefault="00D7758F" w:rsidP="00D775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5D8E">
        <w:rPr>
          <w:rFonts w:ascii="Corbel" w:hAnsi="Corbel"/>
          <w:b w:val="0"/>
          <w:smallCaps w:val="0"/>
          <w:szCs w:val="24"/>
        </w:rPr>
        <w:t xml:space="preserve">niedociągnięciami) </w:t>
      </w:r>
    </w:p>
    <w:p w14:paraId="0F580FD2" w14:textId="77777777" w:rsidR="00D7758F" w:rsidRPr="00FA5D8E" w:rsidRDefault="00D7758F" w:rsidP="00D775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5D8E">
        <w:rPr>
          <w:rFonts w:ascii="Corbel" w:hAnsi="Corbel"/>
          <w:b w:val="0"/>
          <w:smallCaps w:val="0"/>
          <w:szCs w:val="24"/>
        </w:rPr>
        <w:t xml:space="preserve">3.5 – wykazuje znajomość treści kształcenia na poziomie 69%-76% (zadowalająca wiedza, </w:t>
      </w:r>
    </w:p>
    <w:p w14:paraId="40639FD0" w14:textId="77777777" w:rsidR="00D7758F" w:rsidRPr="00FA5D8E" w:rsidRDefault="00D7758F" w:rsidP="00D775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5D8E">
        <w:rPr>
          <w:rFonts w:ascii="Corbel" w:hAnsi="Corbel"/>
          <w:b w:val="0"/>
          <w:smallCaps w:val="0"/>
          <w:szCs w:val="24"/>
        </w:rPr>
        <w:t xml:space="preserve">z niewielką liczbą błędów) </w:t>
      </w:r>
    </w:p>
    <w:p w14:paraId="48F6D510" w14:textId="77777777" w:rsidR="00D7758F" w:rsidRPr="00FA5D8E" w:rsidRDefault="00D7758F" w:rsidP="00D775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5D8E">
        <w:rPr>
          <w:rFonts w:ascii="Corbel" w:hAnsi="Corbel"/>
          <w:b w:val="0"/>
          <w:smallCaps w:val="0"/>
          <w:szCs w:val="24"/>
        </w:rPr>
        <w:t xml:space="preserve">3.0 – wykazuje znajomość treści kształcenia na poziomie 60%-68% (zadowalająca wiedza z licznymi </w:t>
      </w:r>
    </w:p>
    <w:p w14:paraId="4058B33C" w14:textId="77777777" w:rsidR="00D7758F" w:rsidRPr="00FA5D8E" w:rsidRDefault="00D7758F" w:rsidP="00D775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5D8E">
        <w:rPr>
          <w:rFonts w:ascii="Corbel" w:hAnsi="Corbel"/>
          <w:b w:val="0"/>
          <w:smallCaps w:val="0"/>
          <w:szCs w:val="24"/>
        </w:rPr>
        <w:t xml:space="preserve">błędami) </w:t>
      </w:r>
    </w:p>
    <w:p w14:paraId="25E0D845" w14:textId="77777777" w:rsidR="00D7758F" w:rsidRPr="00FA5D8E" w:rsidRDefault="00D7758F" w:rsidP="00D775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5D8E">
        <w:rPr>
          <w:rFonts w:ascii="Corbel" w:hAnsi="Corbel"/>
          <w:b w:val="0"/>
          <w:smallCaps w:val="0"/>
          <w:szCs w:val="24"/>
        </w:rPr>
        <w:t>2.0 – wykazuje znajomość treści kształcenia poniżej 60% (niezadowalająca wiedza, liczne błędy)</w:t>
      </w:r>
    </w:p>
    <w:p w14:paraId="3DD58FE1" w14:textId="77777777" w:rsidR="00D7758F" w:rsidRPr="00FA5D8E" w:rsidRDefault="00D7758F" w:rsidP="00D775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00D3DF" w14:textId="77777777" w:rsidR="0085747A" w:rsidRPr="00FA5D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CFBA9" w14:textId="77777777" w:rsidR="009F4610" w:rsidRPr="00FA5D8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5D8E">
        <w:rPr>
          <w:rFonts w:ascii="Corbel" w:hAnsi="Corbel"/>
          <w:b/>
          <w:sz w:val="24"/>
          <w:szCs w:val="24"/>
        </w:rPr>
        <w:t xml:space="preserve">5. </w:t>
      </w:r>
      <w:r w:rsidR="00C61DC5" w:rsidRPr="00FA5D8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9B6BAE" w:rsidRPr="00FA5D8E" w14:paraId="4B0441A4" w14:textId="77777777" w:rsidTr="00BF56EF">
        <w:tc>
          <w:tcPr>
            <w:tcW w:w="5416" w:type="dxa"/>
            <w:vAlign w:val="center"/>
          </w:tcPr>
          <w:p w14:paraId="36DF6095" w14:textId="77777777" w:rsidR="000C5696" w:rsidRPr="00FA5D8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5D8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104" w:type="dxa"/>
            <w:vAlign w:val="center"/>
          </w:tcPr>
          <w:p w14:paraId="3288F3F8" w14:textId="77777777" w:rsidR="000C5696" w:rsidRPr="00FA5D8E" w:rsidRDefault="000C5696" w:rsidP="00D15C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5D8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E0719" w:rsidRPr="00FA5D8E" w14:paraId="05D39134" w14:textId="77777777" w:rsidTr="00BF56EF">
        <w:tc>
          <w:tcPr>
            <w:tcW w:w="5416" w:type="dxa"/>
          </w:tcPr>
          <w:p w14:paraId="7D571487" w14:textId="01DD7004" w:rsidR="00FE0719" w:rsidRPr="00FA5D8E" w:rsidRDefault="00FE0719" w:rsidP="00FE07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104" w:type="dxa"/>
          </w:tcPr>
          <w:p w14:paraId="10BB8B16" w14:textId="74C10EA9" w:rsidR="00FE0719" w:rsidRPr="00FA5D8E" w:rsidRDefault="00FE0719" w:rsidP="00D15C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E0719" w:rsidRPr="00FA5D8E" w14:paraId="3DF32911" w14:textId="77777777" w:rsidTr="00BF56EF">
        <w:tc>
          <w:tcPr>
            <w:tcW w:w="5416" w:type="dxa"/>
          </w:tcPr>
          <w:p w14:paraId="207632F0" w14:textId="5CFC041D" w:rsidR="00FE0719" w:rsidRPr="00FA5D8E" w:rsidRDefault="00FE0719" w:rsidP="00FE07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718CD9C1" w14:textId="37F994CB" w:rsidR="00FE0719" w:rsidRPr="00FA5D8E" w:rsidRDefault="00FE0719" w:rsidP="00FE07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-</w:t>
            </w:r>
            <w:r w:rsidR="00BF56EF">
              <w:rPr>
                <w:rFonts w:ascii="Corbel" w:hAnsi="Corbel"/>
                <w:sz w:val="24"/>
                <w:szCs w:val="24"/>
              </w:rPr>
              <w:t>.</w:t>
            </w:r>
            <w:r w:rsidRPr="00FA5D8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104" w:type="dxa"/>
          </w:tcPr>
          <w:p w14:paraId="52D7581D" w14:textId="77777777" w:rsidR="00FE0719" w:rsidRPr="00FA5D8E" w:rsidRDefault="00FE0719" w:rsidP="00D15C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38AC6A3" w14:textId="18BD7660" w:rsidR="00FE0719" w:rsidRPr="00FA5D8E" w:rsidRDefault="00D15C9C" w:rsidP="00D15C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FE0719" w:rsidRPr="00FA5D8E" w14:paraId="301489F0" w14:textId="77777777" w:rsidTr="00BF56EF">
        <w:tc>
          <w:tcPr>
            <w:tcW w:w="5416" w:type="dxa"/>
          </w:tcPr>
          <w:p w14:paraId="347B4073" w14:textId="2A93527C" w:rsidR="00FE0719" w:rsidRPr="00FA5D8E" w:rsidRDefault="00FE0719" w:rsidP="00FE07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1BFFA78D" w14:textId="7CCDF43A" w:rsidR="00FE0719" w:rsidRPr="00FA5D8E" w:rsidRDefault="00FE0719" w:rsidP="00FE07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-</w:t>
            </w:r>
            <w:r w:rsidR="00BF56EF">
              <w:rPr>
                <w:rFonts w:ascii="Corbel" w:hAnsi="Corbel"/>
                <w:sz w:val="24"/>
                <w:szCs w:val="24"/>
              </w:rPr>
              <w:t>.</w:t>
            </w:r>
            <w:r w:rsidRPr="00FA5D8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4746C0D9" w14:textId="041F5607" w:rsidR="00FE0719" w:rsidRPr="00FA5D8E" w:rsidRDefault="00FE0719" w:rsidP="00FE07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-</w:t>
            </w:r>
            <w:r w:rsidR="00BF56EF">
              <w:rPr>
                <w:rFonts w:ascii="Corbel" w:hAnsi="Corbel"/>
                <w:sz w:val="24"/>
                <w:szCs w:val="24"/>
              </w:rPr>
              <w:t>.</w:t>
            </w:r>
            <w:r w:rsidRPr="00FA5D8E"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14:paraId="77645C5B" w14:textId="055C21E4" w:rsidR="00FE0719" w:rsidRPr="00FA5D8E" w:rsidRDefault="00FE0719" w:rsidP="00FE07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-</w:t>
            </w:r>
            <w:r w:rsidR="00BF56E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A5D8E">
              <w:rPr>
                <w:rFonts w:ascii="Corbel" w:hAnsi="Corbel"/>
                <w:sz w:val="24"/>
                <w:szCs w:val="24"/>
              </w:rPr>
              <w:t xml:space="preserve">przygotowanie prezentacji </w:t>
            </w:r>
          </w:p>
        </w:tc>
        <w:tc>
          <w:tcPr>
            <w:tcW w:w="4104" w:type="dxa"/>
          </w:tcPr>
          <w:p w14:paraId="5436E828" w14:textId="77777777" w:rsidR="00FE0719" w:rsidRPr="00FA5D8E" w:rsidRDefault="00FE0719" w:rsidP="00D15C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D6352FB" w14:textId="52E968C7" w:rsidR="00FE0719" w:rsidRPr="00FA5D8E" w:rsidRDefault="00D15C9C" w:rsidP="00D15C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E0719" w:rsidRPr="00FA5D8E">
              <w:rPr>
                <w:rFonts w:ascii="Corbel" w:hAnsi="Corbel"/>
                <w:sz w:val="24"/>
                <w:szCs w:val="24"/>
              </w:rPr>
              <w:t>0</w:t>
            </w:r>
          </w:p>
          <w:p w14:paraId="74ACAB2B" w14:textId="5377F082" w:rsidR="00FE0719" w:rsidRPr="00FA5D8E" w:rsidRDefault="00D15C9C" w:rsidP="00D15C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  <w:p w14:paraId="6274A616" w14:textId="7416A6D3" w:rsidR="00FE0719" w:rsidRPr="00FA5D8E" w:rsidRDefault="00FE0719" w:rsidP="00D15C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1</w:t>
            </w:r>
            <w:r w:rsidR="00D15C9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FE0719" w:rsidRPr="00FA5D8E" w14:paraId="02915295" w14:textId="77777777" w:rsidTr="00BF56EF">
        <w:tc>
          <w:tcPr>
            <w:tcW w:w="5416" w:type="dxa"/>
          </w:tcPr>
          <w:p w14:paraId="1EFC7DE7" w14:textId="77777777" w:rsidR="00FE0719" w:rsidRPr="00FA5D8E" w:rsidRDefault="00FE0719" w:rsidP="00FE07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5D8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5776C5DB" w14:textId="0D835802" w:rsidR="00FE0719" w:rsidRPr="00FA5D8E" w:rsidRDefault="00D15C9C" w:rsidP="00D15C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E0719" w:rsidRPr="00FA5D8E" w14:paraId="3A81EC9D" w14:textId="77777777" w:rsidTr="00BF56EF">
        <w:tc>
          <w:tcPr>
            <w:tcW w:w="5416" w:type="dxa"/>
          </w:tcPr>
          <w:p w14:paraId="1C19C073" w14:textId="77777777" w:rsidR="00FE0719" w:rsidRPr="00FA5D8E" w:rsidRDefault="00FE0719" w:rsidP="00FE071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5D8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22F8B69A" w14:textId="2BB3118C" w:rsidR="00FE0719" w:rsidRPr="00FA5D8E" w:rsidRDefault="00D15C9C" w:rsidP="00D15C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952A2C" w14:textId="77777777" w:rsidR="0085747A" w:rsidRPr="00FA5D8E" w:rsidRDefault="00923D7D" w:rsidP="00BF56EF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A5D8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5D8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FA5D8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D9C101" w14:textId="77777777" w:rsidR="0085747A" w:rsidRPr="00FA5D8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5D8E">
        <w:rPr>
          <w:rFonts w:ascii="Corbel" w:hAnsi="Corbel"/>
          <w:smallCaps w:val="0"/>
          <w:szCs w:val="24"/>
        </w:rPr>
        <w:t xml:space="preserve">6. </w:t>
      </w:r>
      <w:r w:rsidR="0085747A" w:rsidRPr="00FA5D8E">
        <w:rPr>
          <w:rFonts w:ascii="Corbel" w:hAnsi="Corbel"/>
          <w:smallCaps w:val="0"/>
          <w:szCs w:val="24"/>
        </w:rPr>
        <w:t>PRAKTYKI ZAWO</w:t>
      </w:r>
      <w:r w:rsidR="009C1331" w:rsidRPr="00FA5D8E">
        <w:rPr>
          <w:rFonts w:ascii="Corbel" w:hAnsi="Corbel"/>
          <w:smallCaps w:val="0"/>
          <w:szCs w:val="24"/>
        </w:rPr>
        <w:t>DOWE W RAMACH PRZEDMIOTU</w:t>
      </w:r>
    </w:p>
    <w:p w14:paraId="55CE3E9F" w14:textId="77777777" w:rsidR="0085747A" w:rsidRPr="00FA5D8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9B6BAE" w:rsidRPr="00FA5D8E" w14:paraId="391A91F1" w14:textId="77777777" w:rsidTr="00BF56EF">
        <w:trPr>
          <w:trHeight w:val="397"/>
        </w:trPr>
        <w:tc>
          <w:tcPr>
            <w:tcW w:w="3856" w:type="dxa"/>
          </w:tcPr>
          <w:p w14:paraId="64452BF5" w14:textId="77777777" w:rsidR="0085747A" w:rsidRPr="00FA5D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4CB439CF" w14:textId="77777777" w:rsidR="0085747A" w:rsidRPr="00FA5D8E" w:rsidRDefault="006413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FA5D8E" w14:paraId="573F2A1E" w14:textId="77777777" w:rsidTr="00BF56EF">
        <w:trPr>
          <w:trHeight w:val="397"/>
        </w:trPr>
        <w:tc>
          <w:tcPr>
            <w:tcW w:w="3856" w:type="dxa"/>
          </w:tcPr>
          <w:p w14:paraId="4B5D98ED" w14:textId="77777777" w:rsidR="0085747A" w:rsidRPr="00FA5D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60C095C9" w14:textId="77777777" w:rsidR="0085747A" w:rsidRPr="00FA5D8E" w:rsidRDefault="006413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FA288" w14:textId="77777777" w:rsidR="003E1941" w:rsidRPr="00FA5D8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B08E1" w14:textId="77777777" w:rsidR="0085747A" w:rsidRPr="00FA5D8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5D8E">
        <w:rPr>
          <w:rFonts w:ascii="Corbel" w:hAnsi="Corbel"/>
          <w:smallCaps w:val="0"/>
          <w:szCs w:val="24"/>
        </w:rPr>
        <w:t xml:space="preserve">7. </w:t>
      </w:r>
      <w:r w:rsidR="0085747A" w:rsidRPr="00FA5D8E">
        <w:rPr>
          <w:rFonts w:ascii="Corbel" w:hAnsi="Corbel"/>
          <w:smallCaps w:val="0"/>
          <w:szCs w:val="24"/>
        </w:rPr>
        <w:t>LITERATURA</w:t>
      </w:r>
      <w:r w:rsidRPr="00FA5D8E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B6BAE" w:rsidRPr="00FA5D8E" w14:paraId="48AE14F8" w14:textId="77777777" w:rsidTr="00FE5DF3">
        <w:trPr>
          <w:trHeight w:val="397"/>
        </w:trPr>
        <w:tc>
          <w:tcPr>
            <w:tcW w:w="5000" w:type="pct"/>
          </w:tcPr>
          <w:p w14:paraId="42A098E6" w14:textId="534735A6" w:rsidR="00DA323B" w:rsidRPr="00FE0719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071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C45D4D" w14:textId="2EA6A5E7" w:rsidR="000A5CA0" w:rsidRPr="00FA5D8E" w:rsidRDefault="009D0EDC" w:rsidP="003B7047">
            <w:pPr>
              <w:pStyle w:val="Punktygwne"/>
              <w:spacing w:before="0" w:after="0"/>
              <w:ind w:left="56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 xml:space="preserve">Banach, M. (red.) (2011). </w:t>
            </w:r>
            <w:r w:rsidR="000A5CA0" w:rsidRPr="00FA5D8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Alkoholowy zespół płodu: teoria, diagnoza, praktyka</w:t>
            </w:r>
            <w:r w:rsidRPr="00FA5D8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A5CA0" w:rsidRPr="00FA5D8E">
              <w:rPr>
                <w:rFonts w:ascii="Corbel" w:hAnsi="Corbel"/>
                <w:b w:val="0"/>
                <w:smallCaps w:val="0"/>
                <w:szCs w:val="24"/>
              </w:rPr>
              <w:t xml:space="preserve"> Kraków: Wyższa Szkoła Filozoficzno-Pedagogiczna "Ignatianum"</w:t>
            </w:r>
            <w:r w:rsidRPr="00FA5D8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A5CA0" w:rsidRPr="00FA5D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009B8DE" w14:textId="66E3FC8F" w:rsidR="000A5CA0" w:rsidRPr="00FA5D8E" w:rsidRDefault="00394F49" w:rsidP="003B7047">
            <w:pPr>
              <w:pStyle w:val="Punktygwne"/>
              <w:spacing w:before="0" w:after="0"/>
              <w:ind w:left="56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>Zbucka</w:t>
            </w:r>
            <w:r w:rsidR="003B7047" w:rsidRPr="00FA5D8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A5D8E">
              <w:rPr>
                <w:rFonts w:ascii="Corbel" w:hAnsi="Corbel"/>
                <w:b w:val="0"/>
                <w:smallCaps w:val="0"/>
                <w:szCs w:val="24"/>
              </w:rPr>
              <w:t xml:space="preserve"> L. (2000)</w:t>
            </w:r>
            <w:r w:rsidR="009D0EDC" w:rsidRPr="00FA5D8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0A5CA0" w:rsidRPr="00FA5D8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Badania nad dziećmi alkoholików</w:t>
            </w:r>
            <w:r w:rsidRPr="00FA5D8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0A5CA0" w:rsidRPr="00FA5D8E">
              <w:rPr>
                <w:rFonts w:ascii="Corbel" w:hAnsi="Corbel"/>
                <w:b w:val="0"/>
                <w:smallCaps w:val="0"/>
                <w:szCs w:val="24"/>
              </w:rPr>
              <w:t>Warszawa: Państwowa Agencja Rozwiązywania Problemów Alkoholowych</w:t>
            </w:r>
            <w:r w:rsidR="008B1570" w:rsidRPr="00FA5D8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A5CA0" w:rsidRPr="00FA5D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92837A4" w14:textId="535CDDAE" w:rsidR="000A5CA0" w:rsidRPr="00FA5D8E" w:rsidRDefault="00394F49" w:rsidP="003B7047">
            <w:pPr>
              <w:pStyle w:val="Punktygwne"/>
              <w:spacing w:before="0" w:after="0"/>
              <w:ind w:left="56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>Liszcz</w:t>
            </w:r>
            <w:r w:rsidR="00A21410" w:rsidRPr="00FA5D8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A5D8E"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="000A5CA0" w:rsidRPr="00FA5D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A5D8E">
              <w:rPr>
                <w:rFonts w:ascii="Corbel" w:hAnsi="Corbel"/>
                <w:b w:val="0"/>
                <w:smallCaps w:val="0"/>
                <w:szCs w:val="24"/>
              </w:rPr>
              <w:t xml:space="preserve">(2011). </w:t>
            </w:r>
            <w:r w:rsidR="000A5CA0" w:rsidRPr="00FA5D8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Dziecko z FAS w szkole i w domu</w:t>
            </w:r>
            <w:r w:rsidRPr="00FA5D8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0A5CA0" w:rsidRPr="00FA5D8E">
              <w:rPr>
                <w:rFonts w:ascii="Corbel" w:hAnsi="Corbel"/>
                <w:b w:val="0"/>
                <w:smallCaps w:val="0"/>
                <w:szCs w:val="24"/>
              </w:rPr>
              <w:t>Kraków: Wydawnictwo Rubikon</w:t>
            </w:r>
            <w:r w:rsidRPr="00FA5D8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6A3C01" w14:textId="5DF23EC0" w:rsidR="000A5CA0" w:rsidRPr="00FA5D8E" w:rsidRDefault="00394F49" w:rsidP="003B7047">
            <w:pPr>
              <w:pStyle w:val="Punktygwne"/>
              <w:spacing w:before="0" w:after="0"/>
              <w:ind w:left="56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 xml:space="preserve">Klecka, M., Janas-Kozik, M. </w:t>
            </w:r>
            <w:r w:rsidR="009D0EDC" w:rsidRPr="00FA5D8E">
              <w:rPr>
                <w:rFonts w:ascii="Corbel" w:hAnsi="Corbel"/>
                <w:b w:val="0"/>
                <w:smallCaps w:val="0"/>
                <w:szCs w:val="24"/>
              </w:rPr>
              <w:t xml:space="preserve">(2009). </w:t>
            </w:r>
            <w:r w:rsidR="000A5CA0" w:rsidRPr="00FA5D8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Dziecko z FASD: rozpoznania różnicowe i podstawy terapii</w:t>
            </w:r>
            <w:r w:rsidRPr="00FA5D8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0A5CA0" w:rsidRPr="00FA5D8E">
              <w:rPr>
                <w:rFonts w:ascii="Corbel" w:hAnsi="Corbel"/>
                <w:b w:val="0"/>
                <w:smallCaps w:val="0"/>
                <w:szCs w:val="24"/>
              </w:rPr>
              <w:t>Warszawa: Wydawnictwo Edukacyjne Parpamedia</w:t>
            </w:r>
            <w:r w:rsidR="009D0EDC" w:rsidRPr="00FA5D8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26650B71" w14:textId="77777777" w:rsidR="00DA323B" w:rsidRDefault="00394F49" w:rsidP="003B7047">
            <w:pPr>
              <w:pStyle w:val="Punktygwne"/>
              <w:spacing w:before="0" w:after="0"/>
              <w:ind w:left="56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 xml:space="preserve">Jadczak-Szumiło, T.  </w:t>
            </w:r>
            <w:r w:rsidR="000A5CA0" w:rsidRPr="00FA5D8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Neuropsychologiczny profil dziecka z FASD: studium przypadku</w:t>
            </w:r>
            <w:r w:rsidRPr="00FA5D8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0A5CA0" w:rsidRPr="00FA5D8E">
              <w:rPr>
                <w:rFonts w:ascii="Corbel" w:hAnsi="Corbel"/>
                <w:b w:val="0"/>
                <w:smallCaps w:val="0"/>
                <w:szCs w:val="24"/>
              </w:rPr>
              <w:t xml:space="preserve">Warszawa: Państwowa Agencja Rozwiązywania Problemów Alkoholowych. Wydawnictwo Edukacyjne </w:t>
            </w:r>
            <w:proofErr w:type="spellStart"/>
            <w:r w:rsidR="000A5CA0" w:rsidRPr="00FA5D8E">
              <w:rPr>
                <w:rFonts w:ascii="Corbel" w:hAnsi="Corbel"/>
                <w:b w:val="0"/>
                <w:smallCaps w:val="0"/>
                <w:szCs w:val="24"/>
              </w:rPr>
              <w:t>Parpamedia</w:t>
            </w:r>
            <w:proofErr w:type="spellEnd"/>
            <w:r w:rsidRPr="00FA5D8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289A22" w14:textId="184FC3F0" w:rsidR="00BF56EF" w:rsidRPr="00FA5D8E" w:rsidRDefault="00BF56EF" w:rsidP="003B7047">
            <w:pPr>
              <w:pStyle w:val="Punktygwne"/>
              <w:spacing w:before="0" w:after="0"/>
              <w:ind w:left="56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6BAE" w:rsidRPr="00FA5D8E" w14:paraId="0D880534" w14:textId="77777777" w:rsidTr="00FE5DF3">
        <w:trPr>
          <w:trHeight w:val="397"/>
        </w:trPr>
        <w:tc>
          <w:tcPr>
            <w:tcW w:w="5000" w:type="pct"/>
          </w:tcPr>
          <w:p w14:paraId="5967496E" w14:textId="0790EF23" w:rsidR="00DA323B" w:rsidRPr="00FE0719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071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4889D89" w14:textId="374A8950" w:rsidR="00DA323B" w:rsidRPr="00FA5D8E" w:rsidRDefault="00394F49" w:rsidP="009D0E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 xml:space="preserve">Hryniewicz, D.  (2007). </w:t>
            </w:r>
            <w:r w:rsidR="00336546" w:rsidRPr="00FA5D8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Specyfika pomocy psychologiczno-pedagogicznej dzieciom z FAS</w:t>
            </w:r>
            <w:r w:rsidRPr="00FA5D8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336546" w:rsidRPr="00FA5D8E">
              <w:rPr>
                <w:rFonts w:ascii="Corbel" w:hAnsi="Corbel"/>
                <w:b w:val="0"/>
                <w:smallCaps w:val="0"/>
                <w:szCs w:val="24"/>
              </w:rPr>
              <w:t>Warszawa: Wydawnictwo Edukacyjne Parpamedia: Państwowa Agencja Rozwiązywania Problemów Alkoholowych</w:t>
            </w:r>
            <w:r w:rsidRPr="00FA5D8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8A9103" w14:textId="77777777" w:rsidR="009D0EDC" w:rsidRDefault="009D0EDC" w:rsidP="00A21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D8E">
              <w:rPr>
                <w:rFonts w:ascii="Corbel" w:hAnsi="Corbel"/>
                <w:b w:val="0"/>
                <w:smallCaps w:val="0"/>
                <w:szCs w:val="24"/>
              </w:rPr>
              <w:t xml:space="preserve">Rozpoznawanie FASD_Pediatria_2020_FASD, PARPA. Wydanie specjalne. </w:t>
            </w:r>
          </w:p>
          <w:p w14:paraId="05579F54" w14:textId="2CB12CFC" w:rsidR="00BF56EF" w:rsidRPr="00FA5D8E" w:rsidRDefault="00BF56EF" w:rsidP="00A214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3C4B65" w14:textId="77777777" w:rsidR="00DA323B" w:rsidRPr="00FA5D8E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6F355E2" w14:textId="77777777" w:rsidR="0085747A" w:rsidRPr="00FA5D8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5D8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5D8E" w:rsidSect="00393E1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2ABA0" w14:textId="77777777" w:rsidR="00393E19" w:rsidRDefault="00393E19" w:rsidP="00C16ABF">
      <w:pPr>
        <w:spacing w:after="0" w:line="240" w:lineRule="auto"/>
      </w:pPr>
      <w:r>
        <w:separator/>
      </w:r>
    </w:p>
  </w:endnote>
  <w:endnote w:type="continuationSeparator" w:id="0">
    <w:p w14:paraId="52B7F12D" w14:textId="77777777" w:rsidR="00393E19" w:rsidRDefault="00393E1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BC04F" w14:textId="77777777" w:rsidR="00393E19" w:rsidRDefault="00393E19" w:rsidP="00C16ABF">
      <w:pPr>
        <w:spacing w:after="0" w:line="240" w:lineRule="auto"/>
      </w:pPr>
      <w:r>
        <w:separator/>
      </w:r>
    </w:p>
  </w:footnote>
  <w:footnote w:type="continuationSeparator" w:id="0">
    <w:p w14:paraId="41F2F824" w14:textId="77777777" w:rsidR="00393E19" w:rsidRDefault="00393E1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66409"/>
    <w:multiLevelType w:val="hybridMultilevel"/>
    <w:tmpl w:val="EDCEAE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6DCC8C02"/>
    <w:lvl w:ilvl="0" w:tplc="962CBE6C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E84E75"/>
    <w:multiLevelType w:val="hybridMultilevel"/>
    <w:tmpl w:val="EDCEA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F3D42"/>
    <w:multiLevelType w:val="multilevel"/>
    <w:tmpl w:val="B56A17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6E4474EA"/>
    <w:multiLevelType w:val="hybridMultilevel"/>
    <w:tmpl w:val="0E10FD6E"/>
    <w:lvl w:ilvl="0" w:tplc="AA66C03A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22193067">
    <w:abstractNumId w:val="1"/>
  </w:num>
  <w:num w:numId="2" w16cid:durableId="1335955427">
    <w:abstractNumId w:val="2"/>
  </w:num>
  <w:num w:numId="3" w16cid:durableId="1090465806">
    <w:abstractNumId w:val="0"/>
  </w:num>
  <w:num w:numId="4" w16cid:durableId="2018187261">
    <w:abstractNumId w:val="3"/>
  </w:num>
  <w:num w:numId="5" w16cid:durableId="2040416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3B02"/>
    <w:rsid w:val="00034E3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5CA0"/>
    <w:rsid w:val="000A6352"/>
    <w:rsid w:val="000B192D"/>
    <w:rsid w:val="000B28EE"/>
    <w:rsid w:val="000B3E37"/>
    <w:rsid w:val="000B7042"/>
    <w:rsid w:val="000C13FF"/>
    <w:rsid w:val="000C5696"/>
    <w:rsid w:val="000D04B0"/>
    <w:rsid w:val="000D7F1B"/>
    <w:rsid w:val="000F1C57"/>
    <w:rsid w:val="000F5615"/>
    <w:rsid w:val="00107219"/>
    <w:rsid w:val="001132F3"/>
    <w:rsid w:val="0012408B"/>
    <w:rsid w:val="00124BFF"/>
    <w:rsid w:val="0012560E"/>
    <w:rsid w:val="00127108"/>
    <w:rsid w:val="00134B13"/>
    <w:rsid w:val="00143F75"/>
    <w:rsid w:val="00146BC0"/>
    <w:rsid w:val="00153C41"/>
    <w:rsid w:val="00154381"/>
    <w:rsid w:val="00156B80"/>
    <w:rsid w:val="001640A7"/>
    <w:rsid w:val="00164FA7"/>
    <w:rsid w:val="00166A03"/>
    <w:rsid w:val="001718A7"/>
    <w:rsid w:val="001737CF"/>
    <w:rsid w:val="00176083"/>
    <w:rsid w:val="001770C7"/>
    <w:rsid w:val="00186274"/>
    <w:rsid w:val="00186596"/>
    <w:rsid w:val="00192F37"/>
    <w:rsid w:val="00195310"/>
    <w:rsid w:val="001A70D2"/>
    <w:rsid w:val="001C498C"/>
    <w:rsid w:val="001D27B6"/>
    <w:rsid w:val="001D657B"/>
    <w:rsid w:val="001D7B54"/>
    <w:rsid w:val="001E0209"/>
    <w:rsid w:val="001F2CA2"/>
    <w:rsid w:val="001F7DC8"/>
    <w:rsid w:val="002144C0"/>
    <w:rsid w:val="00216238"/>
    <w:rsid w:val="00222CB7"/>
    <w:rsid w:val="0022477D"/>
    <w:rsid w:val="002278A9"/>
    <w:rsid w:val="002336F9"/>
    <w:rsid w:val="0024028F"/>
    <w:rsid w:val="00244ABC"/>
    <w:rsid w:val="00246480"/>
    <w:rsid w:val="00281FF2"/>
    <w:rsid w:val="00284233"/>
    <w:rsid w:val="002857DE"/>
    <w:rsid w:val="00291313"/>
    <w:rsid w:val="00291567"/>
    <w:rsid w:val="002A22BF"/>
    <w:rsid w:val="002A2389"/>
    <w:rsid w:val="002A6542"/>
    <w:rsid w:val="002A671D"/>
    <w:rsid w:val="002A7E15"/>
    <w:rsid w:val="002B4D55"/>
    <w:rsid w:val="002B5EA0"/>
    <w:rsid w:val="002B6119"/>
    <w:rsid w:val="002B7C59"/>
    <w:rsid w:val="002C1F06"/>
    <w:rsid w:val="002D3375"/>
    <w:rsid w:val="002D73D4"/>
    <w:rsid w:val="002F02A3"/>
    <w:rsid w:val="002F4ABE"/>
    <w:rsid w:val="003018BA"/>
    <w:rsid w:val="0030395F"/>
    <w:rsid w:val="00305C92"/>
    <w:rsid w:val="00305D85"/>
    <w:rsid w:val="0031179C"/>
    <w:rsid w:val="003151C5"/>
    <w:rsid w:val="003343CF"/>
    <w:rsid w:val="00336546"/>
    <w:rsid w:val="00346FE9"/>
    <w:rsid w:val="0034759A"/>
    <w:rsid w:val="003503F6"/>
    <w:rsid w:val="003530DD"/>
    <w:rsid w:val="00363F78"/>
    <w:rsid w:val="00365B34"/>
    <w:rsid w:val="00393E19"/>
    <w:rsid w:val="00394F49"/>
    <w:rsid w:val="003A0A5B"/>
    <w:rsid w:val="003A1176"/>
    <w:rsid w:val="003A6D87"/>
    <w:rsid w:val="003B346E"/>
    <w:rsid w:val="003B7047"/>
    <w:rsid w:val="003C0BAE"/>
    <w:rsid w:val="003D18A9"/>
    <w:rsid w:val="003D56FF"/>
    <w:rsid w:val="003D6CE2"/>
    <w:rsid w:val="003D7FC4"/>
    <w:rsid w:val="003E1941"/>
    <w:rsid w:val="003E27F9"/>
    <w:rsid w:val="003E2FE6"/>
    <w:rsid w:val="003E49D5"/>
    <w:rsid w:val="003E4D52"/>
    <w:rsid w:val="003F38C0"/>
    <w:rsid w:val="003F71AE"/>
    <w:rsid w:val="00402DF9"/>
    <w:rsid w:val="00414E3C"/>
    <w:rsid w:val="0042244A"/>
    <w:rsid w:val="0042745A"/>
    <w:rsid w:val="00431D5C"/>
    <w:rsid w:val="004362C6"/>
    <w:rsid w:val="00437FA2"/>
    <w:rsid w:val="00445970"/>
    <w:rsid w:val="00446341"/>
    <w:rsid w:val="0045729E"/>
    <w:rsid w:val="00461EFC"/>
    <w:rsid w:val="004652C2"/>
    <w:rsid w:val="004706D1"/>
    <w:rsid w:val="00471326"/>
    <w:rsid w:val="0047598D"/>
    <w:rsid w:val="004840FD"/>
    <w:rsid w:val="00490BD8"/>
    <w:rsid w:val="00490F7D"/>
    <w:rsid w:val="00491678"/>
    <w:rsid w:val="004968E2"/>
    <w:rsid w:val="004A3EEA"/>
    <w:rsid w:val="004A4D1F"/>
    <w:rsid w:val="004C0D5D"/>
    <w:rsid w:val="004D5282"/>
    <w:rsid w:val="004F1551"/>
    <w:rsid w:val="004F55A3"/>
    <w:rsid w:val="0050496F"/>
    <w:rsid w:val="0050664A"/>
    <w:rsid w:val="005102DF"/>
    <w:rsid w:val="00513B6F"/>
    <w:rsid w:val="00515CD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6A26"/>
    <w:rsid w:val="0061029B"/>
    <w:rsid w:val="00617230"/>
    <w:rsid w:val="00621CE1"/>
    <w:rsid w:val="0062480E"/>
    <w:rsid w:val="00627FC9"/>
    <w:rsid w:val="0064133E"/>
    <w:rsid w:val="00647FA8"/>
    <w:rsid w:val="00650C5F"/>
    <w:rsid w:val="00654934"/>
    <w:rsid w:val="006620D9"/>
    <w:rsid w:val="00671958"/>
    <w:rsid w:val="00675843"/>
    <w:rsid w:val="00676A10"/>
    <w:rsid w:val="00683917"/>
    <w:rsid w:val="00685CCD"/>
    <w:rsid w:val="00696477"/>
    <w:rsid w:val="006A02D5"/>
    <w:rsid w:val="006A4353"/>
    <w:rsid w:val="006D050F"/>
    <w:rsid w:val="006D6139"/>
    <w:rsid w:val="006E5D65"/>
    <w:rsid w:val="006F1282"/>
    <w:rsid w:val="006F1FBC"/>
    <w:rsid w:val="006F31E2"/>
    <w:rsid w:val="00706544"/>
    <w:rsid w:val="007072BA"/>
    <w:rsid w:val="00712EAE"/>
    <w:rsid w:val="00713F8D"/>
    <w:rsid w:val="0071620A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63BF1"/>
    <w:rsid w:val="00766FD4"/>
    <w:rsid w:val="0078168C"/>
    <w:rsid w:val="007849AE"/>
    <w:rsid w:val="00787C2A"/>
    <w:rsid w:val="00790E27"/>
    <w:rsid w:val="007916D1"/>
    <w:rsid w:val="007A4022"/>
    <w:rsid w:val="007A5260"/>
    <w:rsid w:val="007A6E6E"/>
    <w:rsid w:val="007A78E5"/>
    <w:rsid w:val="007B462A"/>
    <w:rsid w:val="007C3299"/>
    <w:rsid w:val="007C3BCC"/>
    <w:rsid w:val="007C4546"/>
    <w:rsid w:val="007D6E56"/>
    <w:rsid w:val="007F0AE0"/>
    <w:rsid w:val="007F1652"/>
    <w:rsid w:val="007F4155"/>
    <w:rsid w:val="0081541E"/>
    <w:rsid w:val="0081554D"/>
    <w:rsid w:val="0081707E"/>
    <w:rsid w:val="00825B9F"/>
    <w:rsid w:val="008449B3"/>
    <w:rsid w:val="00854A58"/>
    <w:rsid w:val="0085747A"/>
    <w:rsid w:val="00875C93"/>
    <w:rsid w:val="00884922"/>
    <w:rsid w:val="00884D05"/>
    <w:rsid w:val="00885F64"/>
    <w:rsid w:val="00886B17"/>
    <w:rsid w:val="008917F9"/>
    <w:rsid w:val="008927D9"/>
    <w:rsid w:val="008A01DD"/>
    <w:rsid w:val="008A2C3C"/>
    <w:rsid w:val="008A3538"/>
    <w:rsid w:val="008A45F7"/>
    <w:rsid w:val="008B1570"/>
    <w:rsid w:val="008C0CC0"/>
    <w:rsid w:val="008C19A9"/>
    <w:rsid w:val="008C21AB"/>
    <w:rsid w:val="008C379D"/>
    <w:rsid w:val="008C44D2"/>
    <w:rsid w:val="008C5147"/>
    <w:rsid w:val="008C5359"/>
    <w:rsid w:val="008C5363"/>
    <w:rsid w:val="008D3DFB"/>
    <w:rsid w:val="008D3E28"/>
    <w:rsid w:val="008D4F42"/>
    <w:rsid w:val="008E64F4"/>
    <w:rsid w:val="008E7B4A"/>
    <w:rsid w:val="008F03B0"/>
    <w:rsid w:val="008F12C9"/>
    <w:rsid w:val="008F6E29"/>
    <w:rsid w:val="008F70AB"/>
    <w:rsid w:val="00916188"/>
    <w:rsid w:val="00916AA0"/>
    <w:rsid w:val="00923D7D"/>
    <w:rsid w:val="00931506"/>
    <w:rsid w:val="009508DF"/>
    <w:rsid w:val="00950DAC"/>
    <w:rsid w:val="00954A07"/>
    <w:rsid w:val="00960011"/>
    <w:rsid w:val="00994931"/>
    <w:rsid w:val="00997D9D"/>
    <w:rsid w:val="00997F14"/>
    <w:rsid w:val="009A78D9"/>
    <w:rsid w:val="009B53BB"/>
    <w:rsid w:val="009B5CC9"/>
    <w:rsid w:val="009B6BAE"/>
    <w:rsid w:val="009C1331"/>
    <w:rsid w:val="009C3E31"/>
    <w:rsid w:val="009C4195"/>
    <w:rsid w:val="009C54AE"/>
    <w:rsid w:val="009C788E"/>
    <w:rsid w:val="009D0EDC"/>
    <w:rsid w:val="009D513F"/>
    <w:rsid w:val="009E2129"/>
    <w:rsid w:val="009E3B41"/>
    <w:rsid w:val="009F3C5C"/>
    <w:rsid w:val="009F4610"/>
    <w:rsid w:val="00A00ECC"/>
    <w:rsid w:val="00A03B7F"/>
    <w:rsid w:val="00A0489D"/>
    <w:rsid w:val="00A1475E"/>
    <w:rsid w:val="00A155EE"/>
    <w:rsid w:val="00A21410"/>
    <w:rsid w:val="00A2245B"/>
    <w:rsid w:val="00A30110"/>
    <w:rsid w:val="00A33471"/>
    <w:rsid w:val="00A36899"/>
    <w:rsid w:val="00A371F6"/>
    <w:rsid w:val="00A43BF6"/>
    <w:rsid w:val="00A53FA5"/>
    <w:rsid w:val="00A54817"/>
    <w:rsid w:val="00A601C8"/>
    <w:rsid w:val="00A60799"/>
    <w:rsid w:val="00A62B02"/>
    <w:rsid w:val="00A84C85"/>
    <w:rsid w:val="00A91194"/>
    <w:rsid w:val="00A97DE1"/>
    <w:rsid w:val="00AA35EA"/>
    <w:rsid w:val="00AB053C"/>
    <w:rsid w:val="00AC3174"/>
    <w:rsid w:val="00AD1146"/>
    <w:rsid w:val="00AD27D3"/>
    <w:rsid w:val="00AD66D6"/>
    <w:rsid w:val="00AE1160"/>
    <w:rsid w:val="00AE203C"/>
    <w:rsid w:val="00AE2E74"/>
    <w:rsid w:val="00AE5FCB"/>
    <w:rsid w:val="00AF2C1E"/>
    <w:rsid w:val="00B0007A"/>
    <w:rsid w:val="00B0496C"/>
    <w:rsid w:val="00B06142"/>
    <w:rsid w:val="00B135B1"/>
    <w:rsid w:val="00B30355"/>
    <w:rsid w:val="00B3130B"/>
    <w:rsid w:val="00B34356"/>
    <w:rsid w:val="00B40ADB"/>
    <w:rsid w:val="00B41D2A"/>
    <w:rsid w:val="00B43B77"/>
    <w:rsid w:val="00B43E80"/>
    <w:rsid w:val="00B56E1F"/>
    <w:rsid w:val="00B57753"/>
    <w:rsid w:val="00B607DB"/>
    <w:rsid w:val="00B66529"/>
    <w:rsid w:val="00B748FA"/>
    <w:rsid w:val="00B75946"/>
    <w:rsid w:val="00B8056E"/>
    <w:rsid w:val="00B819C8"/>
    <w:rsid w:val="00B82308"/>
    <w:rsid w:val="00B87DCA"/>
    <w:rsid w:val="00B90885"/>
    <w:rsid w:val="00BA266D"/>
    <w:rsid w:val="00BB520A"/>
    <w:rsid w:val="00BD3869"/>
    <w:rsid w:val="00BD66E9"/>
    <w:rsid w:val="00BD6FF4"/>
    <w:rsid w:val="00BE4A0A"/>
    <w:rsid w:val="00BF2C41"/>
    <w:rsid w:val="00BF56EF"/>
    <w:rsid w:val="00C058B4"/>
    <w:rsid w:val="00C05F44"/>
    <w:rsid w:val="00C105F8"/>
    <w:rsid w:val="00C131B5"/>
    <w:rsid w:val="00C16ABF"/>
    <w:rsid w:val="00C170AE"/>
    <w:rsid w:val="00C21B3D"/>
    <w:rsid w:val="00C25095"/>
    <w:rsid w:val="00C26CB7"/>
    <w:rsid w:val="00C275AB"/>
    <w:rsid w:val="00C324C1"/>
    <w:rsid w:val="00C353C1"/>
    <w:rsid w:val="00C36992"/>
    <w:rsid w:val="00C376FA"/>
    <w:rsid w:val="00C56036"/>
    <w:rsid w:val="00C61DC5"/>
    <w:rsid w:val="00C67E92"/>
    <w:rsid w:val="00C70A26"/>
    <w:rsid w:val="00C72F5C"/>
    <w:rsid w:val="00C766DF"/>
    <w:rsid w:val="00C926CA"/>
    <w:rsid w:val="00C94B98"/>
    <w:rsid w:val="00CA0F3B"/>
    <w:rsid w:val="00CA2B96"/>
    <w:rsid w:val="00CA5089"/>
    <w:rsid w:val="00CA7350"/>
    <w:rsid w:val="00CB42CB"/>
    <w:rsid w:val="00CD6897"/>
    <w:rsid w:val="00CE5BAC"/>
    <w:rsid w:val="00CF25BE"/>
    <w:rsid w:val="00CF78ED"/>
    <w:rsid w:val="00D02B25"/>
    <w:rsid w:val="00D02EBA"/>
    <w:rsid w:val="00D043D4"/>
    <w:rsid w:val="00D05370"/>
    <w:rsid w:val="00D15C9C"/>
    <w:rsid w:val="00D17C3C"/>
    <w:rsid w:val="00D26B2C"/>
    <w:rsid w:val="00D31EE0"/>
    <w:rsid w:val="00D3212A"/>
    <w:rsid w:val="00D352C9"/>
    <w:rsid w:val="00D35B76"/>
    <w:rsid w:val="00D425B2"/>
    <w:rsid w:val="00D428D6"/>
    <w:rsid w:val="00D44AE9"/>
    <w:rsid w:val="00D53A7F"/>
    <w:rsid w:val="00D552B2"/>
    <w:rsid w:val="00D608D1"/>
    <w:rsid w:val="00D74119"/>
    <w:rsid w:val="00D7758F"/>
    <w:rsid w:val="00D8075B"/>
    <w:rsid w:val="00D8678B"/>
    <w:rsid w:val="00D8707E"/>
    <w:rsid w:val="00D967A2"/>
    <w:rsid w:val="00DA2114"/>
    <w:rsid w:val="00DA323B"/>
    <w:rsid w:val="00DA72EF"/>
    <w:rsid w:val="00DD17CA"/>
    <w:rsid w:val="00DD5E9D"/>
    <w:rsid w:val="00DE09C0"/>
    <w:rsid w:val="00DE4A14"/>
    <w:rsid w:val="00DE59BD"/>
    <w:rsid w:val="00DE6BDD"/>
    <w:rsid w:val="00DF02FB"/>
    <w:rsid w:val="00DF320D"/>
    <w:rsid w:val="00DF71C8"/>
    <w:rsid w:val="00E121F2"/>
    <w:rsid w:val="00E129B8"/>
    <w:rsid w:val="00E21E7D"/>
    <w:rsid w:val="00E22FBC"/>
    <w:rsid w:val="00E24BF5"/>
    <w:rsid w:val="00E25338"/>
    <w:rsid w:val="00E37660"/>
    <w:rsid w:val="00E47426"/>
    <w:rsid w:val="00E51E44"/>
    <w:rsid w:val="00E63348"/>
    <w:rsid w:val="00E77E88"/>
    <w:rsid w:val="00E8107D"/>
    <w:rsid w:val="00E917DA"/>
    <w:rsid w:val="00E93383"/>
    <w:rsid w:val="00E960BB"/>
    <w:rsid w:val="00EA2074"/>
    <w:rsid w:val="00EA4832"/>
    <w:rsid w:val="00EA4E9D"/>
    <w:rsid w:val="00EA614F"/>
    <w:rsid w:val="00EB1BDF"/>
    <w:rsid w:val="00EC4899"/>
    <w:rsid w:val="00ED03AB"/>
    <w:rsid w:val="00ED32D2"/>
    <w:rsid w:val="00EE32DE"/>
    <w:rsid w:val="00EE5457"/>
    <w:rsid w:val="00EE7BE0"/>
    <w:rsid w:val="00F02944"/>
    <w:rsid w:val="00F02DD1"/>
    <w:rsid w:val="00F070AB"/>
    <w:rsid w:val="00F17567"/>
    <w:rsid w:val="00F23FF4"/>
    <w:rsid w:val="00F27A7B"/>
    <w:rsid w:val="00F47417"/>
    <w:rsid w:val="00F526AF"/>
    <w:rsid w:val="00F617C3"/>
    <w:rsid w:val="00F634F4"/>
    <w:rsid w:val="00F7066B"/>
    <w:rsid w:val="00F72A4B"/>
    <w:rsid w:val="00F83B28"/>
    <w:rsid w:val="00F96E8F"/>
    <w:rsid w:val="00FA0896"/>
    <w:rsid w:val="00FA46E5"/>
    <w:rsid w:val="00FA5D8E"/>
    <w:rsid w:val="00FA715A"/>
    <w:rsid w:val="00FB7DBA"/>
    <w:rsid w:val="00FC1C25"/>
    <w:rsid w:val="00FC3F45"/>
    <w:rsid w:val="00FD503F"/>
    <w:rsid w:val="00FD7589"/>
    <w:rsid w:val="00FE0719"/>
    <w:rsid w:val="00FE514A"/>
    <w:rsid w:val="00FE5DF3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12CCB1D3-2E54-475C-9D8C-583E25A6F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17EF1-3F29-48D5-9399-513CA65DD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1057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3</cp:revision>
  <cp:lastPrinted>2022-12-29T08:19:00Z</cp:lastPrinted>
  <dcterms:created xsi:type="dcterms:W3CDTF">2024-04-24T16:30:00Z</dcterms:created>
  <dcterms:modified xsi:type="dcterms:W3CDTF">2024-04-24T21:39:00Z</dcterms:modified>
</cp:coreProperties>
</file>